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C1D87" w:rsidRDefault="00732401" w:rsidP="00732401">
      <w:pPr>
        <w:tabs>
          <w:tab w:val="left" w:pos="27"/>
        </w:tabs>
        <w:spacing w:line="252" w:lineRule="auto"/>
        <w:rPr>
          <w:sz w:val="28"/>
        </w:rPr>
      </w:pPr>
      <w:r>
        <w:t xml:space="preserve"> </w:t>
      </w:r>
      <w:r w:rsidR="007C1D87" w:rsidRPr="00FF78CD">
        <w:rPr>
          <w:b/>
          <w:bCs/>
          <w:color w:val="0070C0"/>
        </w:rPr>
        <w:t>ASSL _________</w:t>
      </w:r>
      <w:r w:rsidR="007C1D87">
        <w:rPr>
          <w:b/>
          <w:bCs/>
          <w:color w:val="0070C0"/>
        </w:rPr>
        <w:t>__</w:t>
      </w:r>
      <w:r w:rsidR="007C1D87">
        <w:rPr>
          <w:b/>
          <w:bCs/>
          <w:sz w:val="28"/>
        </w:rPr>
        <w:tab/>
      </w:r>
      <w:r w:rsidR="006367DC">
        <w:rPr>
          <w:b/>
          <w:bCs/>
          <w:sz w:val="28"/>
        </w:rPr>
        <w:t xml:space="preserve">                            </w:t>
      </w:r>
      <w:r w:rsidR="007C1D87">
        <w:rPr>
          <w:b/>
          <w:bCs/>
          <w:sz w:val="28"/>
        </w:rPr>
        <w:fldChar w:fldCharType="begin"/>
      </w:r>
      <w:r w:rsidR="007C1D87">
        <w:rPr>
          <w:b/>
          <w:bCs/>
          <w:sz w:val="28"/>
        </w:rPr>
        <w:instrText xml:space="preserve"> SUBJECT  \* MERGEFORMAT </w:instrText>
      </w:r>
      <w:r w:rsidR="007C1D87">
        <w:rPr>
          <w:b/>
          <w:bCs/>
          <w:sz w:val="28"/>
        </w:rPr>
        <w:fldChar w:fldCharType="separate"/>
      </w:r>
      <w:r w:rsidR="007C1D87">
        <w:rPr>
          <w:b/>
          <w:bCs/>
          <w:sz w:val="28"/>
        </w:rPr>
        <w:t>DPS-IST02 – Registro Designazione Incaricati</w:t>
      </w:r>
      <w:r w:rsidR="007C1D87">
        <w:rPr>
          <w:b/>
          <w:bCs/>
          <w:sz w:val="28"/>
        </w:rPr>
        <w:fldChar w:fldCharType="end"/>
      </w:r>
      <w:r w:rsidR="007C1D87">
        <w:rPr>
          <w:b/>
          <w:bCs/>
          <w:sz w:val="28"/>
        </w:rPr>
        <w:tab/>
      </w:r>
      <w:r w:rsidR="006367DC">
        <w:rPr>
          <w:b/>
          <w:bCs/>
          <w:sz w:val="28"/>
        </w:rPr>
        <w:t xml:space="preserve">                               </w:t>
      </w:r>
      <w:r w:rsidR="007C1D87">
        <w:rPr>
          <w:b/>
          <w:bCs/>
          <w:sz w:val="28"/>
        </w:rPr>
        <w:t xml:space="preserve">Foglio </w:t>
      </w:r>
      <w:r w:rsidR="007C1D87">
        <w:rPr>
          <w:sz w:val="28"/>
        </w:rPr>
        <w:t>___</w:t>
      </w:r>
      <w:r w:rsidR="007C1D87">
        <w:rPr>
          <w:b/>
          <w:bCs/>
          <w:sz w:val="28"/>
        </w:rPr>
        <w:t xml:space="preserve"> di </w:t>
      </w:r>
      <w:r w:rsidR="007C1D87">
        <w:rPr>
          <w:sz w:val="28"/>
        </w:rPr>
        <w:t xml:space="preserve">___ </w:t>
      </w:r>
    </w:p>
    <w:p w:rsidR="00732401" w:rsidRDefault="00732401" w:rsidP="00732401">
      <w:pPr>
        <w:tabs>
          <w:tab w:val="left" w:pos="27"/>
        </w:tabs>
        <w:spacing w:line="252" w:lineRule="auto"/>
        <w:rPr>
          <w:b/>
          <w:bCs/>
          <w:sz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5740"/>
        <w:gridCol w:w="1991"/>
        <w:gridCol w:w="5339"/>
      </w:tblGrid>
      <w:tr w:rsidR="007C1D87" w:rsidTr="007C1D87">
        <w:tc>
          <w:tcPr>
            <w:tcW w:w="1809" w:type="dxa"/>
          </w:tcPr>
          <w:p w:rsidR="007C1D87" w:rsidRDefault="007C1D87" w:rsidP="00BD6D09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Struttura: </w:t>
            </w:r>
          </w:p>
        </w:tc>
        <w:tc>
          <w:tcPr>
            <w:tcW w:w="5740" w:type="dxa"/>
          </w:tcPr>
          <w:p w:rsidR="007C1D87" w:rsidRDefault="007C1D87" w:rsidP="00BD6D09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0" w:name="Testo2"/>
            <w:r>
              <w:rPr>
                <w:sz w:val="28"/>
              </w:rPr>
              <w:instrText xml:space="preserve"> FORMTEXT </w:instrText>
            </w:r>
            <w:r>
              <w:rPr>
                <w:sz w:val="28"/>
              </w:rPr>
            </w:r>
            <w:r>
              <w:rPr>
                <w:sz w:val="28"/>
              </w:rPr>
              <w:fldChar w:fldCharType="separate"/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sz w:val="28"/>
              </w:rPr>
              <w:fldChar w:fldCharType="end"/>
            </w:r>
            <w:bookmarkEnd w:id="0"/>
          </w:p>
        </w:tc>
        <w:tc>
          <w:tcPr>
            <w:tcW w:w="1991" w:type="dxa"/>
          </w:tcPr>
          <w:p w:rsidR="007C1D87" w:rsidRDefault="007C1D87" w:rsidP="00BD6D09">
            <w:pPr>
              <w:pStyle w:val="Indirizzomittente"/>
              <w:spacing w:before="60" w:after="60"/>
            </w:pPr>
            <w:r>
              <w:t>Responsabile:</w:t>
            </w:r>
          </w:p>
        </w:tc>
        <w:tc>
          <w:tcPr>
            <w:tcW w:w="5339" w:type="dxa"/>
          </w:tcPr>
          <w:p w:rsidR="007C1D87" w:rsidRDefault="007C1D87" w:rsidP="007C1D87">
            <w:pPr>
              <w:spacing w:before="60" w:after="60"/>
              <w:ind w:right="-393"/>
              <w:rPr>
                <w:sz w:val="28"/>
              </w:rPr>
            </w:pPr>
            <w:r>
              <w:rPr>
                <w:sz w:val="28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1" w:name="Testo3"/>
            <w:r>
              <w:rPr>
                <w:sz w:val="28"/>
              </w:rPr>
              <w:instrText xml:space="preserve"> FORMTEXT </w:instrText>
            </w:r>
            <w:r>
              <w:rPr>
                <w:sz w:val="28"/>
              </w:rPr>
            </w:r>
            <w:r>
              <w:rPr>
                <w:sz w:val="28"/>
              </w:rPr>
              <w:fldChar w:fldCharType="separate"/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noProof/>
                <w:sz w:val="28"/>
              </w:rPr>
              <w:t> </w:t>
            </w:r>
            <w:r>
              <w:rPr>
                <w:sz w:val="28"/>
              </w:rPr>
              <w:fldChar w:fldCharType="end"/>
            </w:r>
            <w:bookmarkEnd w:id="1"/>
          </w:p>
        </w:tc>
      </w:tr>
    </w:tbl>
    <w:p w:rsidR="007C1D87" w:rsidRDefault="007C1D87" w:rsidP="007C1D87">
      <w:pPr>
        <w:rPr>
          <w:b/>
          <w:sz w:val="28"/>
        </w:rPr>
      </w:pPr>
      <w:r>
        <w:t xml:space="preserve">Designazione degli incaricati del trattamento di dati personali effettuati nell’ambito della Struttura. </w:t>
      </w:r>
    </w:p>
    <w:p w:rsidR="007C1D87" w:rsidRDefault="007C1D87" w:rsidP="007C1D87">
      <w:pPr>
        <w:pStyle w:val="Titoloindicefonti"/>
        <w:keepNext w:val="0"/>
        <w:spacing w:before="0" w:after="0" w:line="240" w:lineRule="auto"/>
        <w:rPr>
          <w:kern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7"/>
        <w:gridCol w:w="2776"/>
        <w:gridCol w:w="3253"/>
        <w:gridCol w:w="4024"/>
        <w:gridCol w:w="1194"/>
        <w:gridCol w:w="1972"/>
      </w:tblGrid>
      <w:tr w:rsidR="007C1D87" w:rsidTr="00BD6D09">
        <w:trPr>
          <w:tblHeader/>
          <w:jc w:val="center"/>
        </w:trPr>
        <w:tc>
          <w:tcPr>
            <w:tcW w:w="361" w:type="pct"/>
            <w:shd w:val="clear" w:color="auto" w:fill="E6E6E6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60" w:after="60" w:line="240" w:lineRule="auto"/>
              <w:jc w:val="center"/>
              <w:rPr>
                <w:b/>
                <w:bCs/>
                <w:spacing w:val="0"/>
                <w:kern w:val="0"/>
                <w:sz w:val="18"/>
              </w:rPr>
            </w:pPr>
            <w:proofErr w:type="spellStart"/>
            <w:r>
              <w:rPr>
                <w:b/>
                <w:bCs/>
                <w:spacing w:val="0"/>
                <w:kern w:val="0"/>
                <w:sz w:val="18"/>
              </w:rPr>
              <w:t>Cod.Pers</w:t>
            </w:r>
            <w:proofErr w:type="spellEnd"/>
            <w:r>
              <w:rPr>
                <w:b/>
                <w:bCs/>
                <w:spacing w:val="0"/>
                <w:kern w:val="0"/>
                <w:sz w:val="18"/>
              </w:rPr>
              <w:t>.</w:t>
            </w:r>
          </w:p>
        </w:tc>
        <w:tc>
          <w:tcPr>
            <w:tcW w:w="974" w:type="pct"/>
            <w:shd w:val="clear" w:color="auto" w:fill="E6E6E6"/>
          </w:tcPr>
          <w:p w:rsidR="007C1D87" w:rsidRDefault="007C1D87" w:rsidP="00BD6D09">
            <w:pPr>
              <w:spacing w:before="60" w:after="6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Nominativo</w:t>
            </w:r>
          </w:p>
        </w:tc>
        <w:tc>
          <w:tcPr>
            <w:tcW w:w="1141" w:type="pct"/>
            <w:shd w:val="clear" w:color="auto" w:fill="E6E6E6"/>
          </w:tcPr>
          <w:p w:rsidR="007C1D87" w:rsidRDefault="007C1D87" w:rsidP="00BD6D09">
            <w:pPr>
              <w:spacing w:before="60" w:after="6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Unità Appartenenza</w:t>
            </w:r>
          </w:p>
        </w:tc>
        <w:tc>
          <w:tcPr>
            <w:tcW w:w="1411" w:type="pct"/>
            <w:shd w:val="clear" w:color="auto" w:fill="E6E6E6"/>
          </w:tcPr>
          <w:p w:rsidR="007C1D87" w:rsidRDefault="007C1D87" w:rsidP="00BD6D09">
            <w:pPr>
              <w:spacing w:before="60" w:after="6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Mansione o ambito di trattamento</w:t>
            </w:r>
          </w:p>
        </w:tc>
        <w:tc>
          <w:tcPr>
            <w:tcW w:w="420" w:type="pct"/>
            <w:shd w:val="clear" w:color="auto" w:fill="E6E6E6"/>
          </w:tcPr>
          <w:p w:rsidR="007C1D87" w:rsidRDefault="007C1D87" w:rsidP="00BD6D09">
            <w:pPr>
              <w:spacing w:before="60" w:after="6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Data</w:t>
            </w:r>
          </w:p>
        </w:tc>
        <w:tc>
          <w:tcPr>
            <w:tcW w:w="692" w:type="pct"/>
            <w:shd w:val="clear" w:color="auto" w:fill="E6E6E6"/>
          </w:tcPr>
          <w:p w:rsidR="007C1D87" w:rsidRDefault="007C1D87" w:rsidP="00BD6D09">
            <w:pPr>
              <w:spacing w:before="60" w:after="6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Firma Incaricato</w:t>
            </w: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2" w:name="Testo4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2"/>
          </w:p>
        </w:tc>
        <w:tc>
          <w:tcPr>
            <w:tcW w:w="974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3" w:name="Testo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4" w:name="Testo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Start w:id="5" w:name="_GoBack"/>
            <w:bookmarkEnd w:id="4"/>
            <w:bookmarkEnd w:id="5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6" w:name="Testo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6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7" w:name="Testo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7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8" w:name="Testo9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8"/>
          </w:p>
        </w:tc>
        <w:tc>
          <w:tcPr>
            <w:tcW w:w="974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9" w:name="Testo1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9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10" w:name="Testo1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11" w:name="Testo1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1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12" w:name="Testo1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3" w:name="Testo14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13"/>
          </w:p>
        </w:tc>
        <w:tc>
          <w:tcPr>
            <w:tcW w:w="974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14" w:name="Testo1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4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15" w:name="Testo1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5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16" w:name="Testo1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6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17" w:name="Testo1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17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18" w:name="Testo19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18"/>
          </w:p>
        </w:tc>
        <w:tc>
          <w:tcPr>
            <w:tcW w:w="974" w:type="pct"/>
          </w:tcPr>
          <w:p w:rsidR="007C1D87" w:rsidRDefault="007C1D87" w:rsidP="00BD6D09">
            <w:pPr>
              <w:pStyle w:val="Indirizzomittente"/>
              <w:spacing w:before="120" w:after="120"/>
            </w:pPr>
            <w: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19" w:name="Testo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20" w:name="Testo2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0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21" w:name="Testo2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1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22" w:name="Testo2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2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bookmarkStart w:id="23" w:name="Testo24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23"/>
          </w:p>
        </w:tc>
        <w:tc>
          <w:tcPr>
            <w:tcW w:w="974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bookmarkStart w:id="24" w:name="Testo2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4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bookmarkStart w:id="25" w:name="Testo2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5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bookmarkStart w:id="26" w:name="Testo2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6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bookmarkStart w:id="27" w:name="Testo2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7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bookmarkStart w:id="28" w:name="Testo29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28"/>
          </w:p>
        </w:tc>
        <w:tc>
          <w:tcPr>
            <w:tcW w:w="974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bookmarkStart w:id="29" w:name="Testo3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29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bookmarkStart w:id="30" w:name="Testo3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0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32"/>
                  <w:enabled/>
                  <w:calcOnExit w:val="0"/>
                  <w:textInput/>
                </w:ffData>
              </w:fldChar>
            </w:r>
            <w:bookmarkStart w:id="31" w:name="Testo3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1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33"/>
                  <w:enabled/>
                  <w:calcOnExit w:val="0"/>
                  <w:textInput/>
                </w:ffData>
              </w:fldChar>
            </w:r>
            <w:bookmarkStart w:id="32" w:name="Testo3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2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bookmarkStart w:id="33" w:name="Testo34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33"/>
          </w:p>
        </w:tc>
        <w:tc>
          <w:tcPr>
            <w:tcW w:w="974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35"/>
                  <w:enabled/>
                  <w:calcOnExit w:val="0"/>
                  <w:textInput/>
                </w:ffData>
              </w:fldChar>
            </w:r>
            <w:bookmarkStart w:id="34" w:name="Testo3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4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bookmarkStart w:id="35" w:name="Testo3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5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bookmarkStart w:id="36" w:name="Testo3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6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bookmarkStart w:id="37" w:name="Testo3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7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bookmarkStart w:id="38" w:name="Testo39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38"/>
          </w:p>
        </w:tc>
        <w:tc>
          <w:tcPr>
            <w:tcW w:w="974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40"/>
                  <w:enabled/>
                  <w:calcOnExit w:val="0"/>
                  <w:textInput/>
                </w:ffData>
              </w:fldChar>
            </w:r>
            <w:bookmarkStart w:id="39" w:name="Testo40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39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40" w:name="Testo41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0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42"/>
                  <w:enabled/>
                  <w:calcOnExit w:val="0"/>
                  <w:textInput/>
                </w:ffData>
              </w:fldChar>
            </w:r>
            <w:bookmarkStart w:id="41" w:name="Testo42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1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43"/>
                  <w:enabled/>
                  <w:calcOnExit w:val="0"/>
                  <w:textInput/>
                </w:ffData>
              </w:fldChar>
            </w:r>
            <w:bookmarkStart w:id="42" w:name="Testo43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2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  <w:tr w:rsidR="007C1D87" w:rsidTr="00BD6D09">
        <w:trPr>
          <w:jc w:val="center"/>
        </w:trPr>
        <w:tc>
          <w:tcPr>
            <w:tcW w:w="361" w:type="pct"/>
          </w:tcPr>
          <w:p w:rsidR="007C1D87" w:rsidRDefault="007C1D87" w:rsidP="00BD6D09">
            <w:pPr>
              <w:pStyle w:val="BaseTitolo"/>
              <w:keepNext w:val="0"/>
              <w:keepLines w:val="0"/>
              <w:spacing w:before="120" w:after="120" w:line="240" w:lineRule="auto"/>
              <w:rPr>
                <w:spacing w:val="0"/>
                <w:kern w:val="0"/>
                <w:sz w:val="20"/>
              </w:rPr>
            </w:pPr>
            <w:r>
              <w:rPr>
                <w:spacing w:val="0"/>
                <w:kern w:val="0"/>
                <w:sz w:val="20"/>
              </w:rPr>
              <w:fldChar w:fldCharType="begin">
                <w:ffData>
                  <w:name w:val="Testo44"/>
                  <w:enabled/>
                  <w:calcOnExit w:val="0"/>
                  <w:textInput/>
                </w:ffData>
              </w:fldChar>
            </w:r>
            <w:bookmarkStart w:id="43" w:name="Testo44"/>
            <w:r>
              <w:rPr>
                <w:spacing w:val="0"/>
                <w:kern w:val="0"/>
                <w:sz w:val="20"/>
              </w:rPr>
              <w:instrText xml:space="preserve"> FORMTEXT </w:instrText>
            </w:r>
            <w:r>
              <w:rPr>
                <w:spacing w:val="0"/>
                <w:kern w:val="0"/>
                <w:sz w:val="20"/>
              </w:rPr>
            </w:r>
            <w:r>
              <w:rPr>
                <w:spacing w:val="0"/>
                <w:kern w:val="0"/>
                <w:sz w:val="20"/>
              </w:rPr>
              <w:fldChar w:fldCharType="separate"/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noProof/>
                <w:spacing w:val="0"/>
                <w:kern w:val="0"/>
                <w:sz w:val="20"/>
              </w:rPr>
              <w:t> </w:t>
            </w:r>
            <w:r>
              <w:rPr>
                <w:spacing w:val="0"/>
                <w:kern w:val="0"/>
                <w:sz w:val="20"/>
              </w:rPr>
              <w:fldChar w:fldCharType="end"/>
            </w:r>
            <w:bookmarkEnd w:id="43"/>
          </w:p>
        </w:tc>
        <w:tc>
          <w:tcPr>
            <w:tcW w:w="974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4" w:name="Testo45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4"/>
          </w:p>
        </w:tc>
        <w:tc>
          <w:tcPr>
            <w:tcW w:w="114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46"/>
                  <w:enabled/>
                  <w:calcOnExit w:val="0"/>
                  <w:textInput/>
                </w:ffData>
              </w:fldChar>
            </w:r>
            <w:bookmarkStart w:id="45" w:name="Testo46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5"/>
          </w:p>
        </w:tc>
        <w:tc>
          <w:tcPr>
            <w:tcW w:w="1411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47"/>
                  <w:enabled/>
                  <w:calcOnExit w:val="0"/>
                  <w:textInput/>
                </w:ffData>
              </w:fldChar>
            </w:r>
            <w:bookmarkStart w:id="46" w:name="Testo47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6"/>
          </w:p>
        </w:tc>
        <w:tc>
          <w:tcPr>
            <w:tcW w:w="420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Testo48"/>
                  <w:enabled/>
                  <w:calcOnExit w:val="0"/>
                  <w:textInput/>
                </w:ffData>
              </w:fldChar>
            </w:r>
            <w:bookmarkStart w:id="47" w:name="Testo48"/>
            <w:r>
              <w:rPr>
                <w:sz w:val="20"/>
              </w:rPr>
              <w:instrText xml:space="preserve"> FORMTEXT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noProof/>
                <w:sz w:val="20"/>
              </w:rPr>
              <w:t> </w:t>
            </w:r>
            <w:r>
              <w:rPr>
                <w:sz w:val="20"/>
              </w:rPr>
              <w:fldChar w:fldCharType="end"/>
            </w:r>
            <w:bookmarkEnd w:id="47"/>
          </w:p>
        </w:tc>
        <w:tc>
          <w:tcPr>
            <w:tcW w:w="692" w:type="pct"/>
          </w:tcPr>
          <w:p w:rsidR="007C1D87" w:rsidRDefault="007C1D87" w:rsidP="00BD6D09">
            <w:pPr>
              <w:spacing w:before="120" w:after="120"/>
              <w:rPr>
                <w:sz w:val="20"/>
              </w:rPr>
            </w:pPr>
          </w:p>
        </w:tc>
      </w:tr>
    </w:tbl>
    <w:p w:rsidR="007C1D87" w:rsidRDefault="007C1D87" w:rsidP="007C1D87">
      <w:pPr>
        <w:rPr>
          <w:i/>
          <w:iCs/>
          <w:sz w:val="18"/>
        </w:rPr>
      </w:pPr>
      <w:r>
        <w:rPr>
          <w:i/>
          <w:iCs/>
          <w:sz w:val="18"/>
        </w:rPr>
        <w:t>Nota: barrare le righe non utilizzate</w:t>
      </w:r>
    </w:p>
    <w:p w:rsidR="00732401" w:rsidRDefault="00732401" w:rsidP="007C1D87">
      <w:pPr>
        <w:rPr>
          <w:i/>
          <w:iCs/>
          <w:sz w:val="18"/>
        </w:rPr>
      </w:pPr>
    </w:p>
    <w:p w:rsidR="007C1D87" w:rsidRDefault="007C1D87" w:rsidP="007C1D87">
      <w:r>
        <w:t>Si dichiara che le persone sopra elencate sono nominate INCARICATI DEI TRATTAMENTI nell’ambito di competenza. A ciascuno di loro è stato consegnato il documento DPS-IST01 – Istruzioni per la Sicurezza dei Dati.</w:t>
      </w:r>
    </w:p>
    <w:p w:rsidR="007C1D87" w:rsidRDefault="007C1D87" w:rsidP="007C1D87"/>
    <w:tbl>
      <w:tblPr>
        <w:tblW w:w="3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9"/>
        <w:gridCol w:w="6571"/>
      </w:tblGrid>
      <w:tr w:rsidR="007C1D87" w:rsidTr="00BD6D09"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1D87" w:rsidRDefault="007C1D87" w:rsidP="00BD6D09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Data:</w:t>
            </w:r>
          </w:p>
        </w:tc>
        <w:tc>
          <w:tcPr>
            <w:tcW w:w="37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1D87" w:rsidRDefault="007C1D87" w:rsidP="00BD6D09">
            <w:pPr>
              <w:spacing w:before="60" w:after="6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Firma Responsabile</w:t>
            </w:r>
          </w:p>
        </w:tc>
      </w:tr>
      <w:tr w:rsidR="007C1D87" w:rsidTr="00BD6D09">
        <w:trPr>
          <w:trHeight w:val="242"/>
        </w:trPr>
        <w:tc>
          <w:tcPr>
            <w:tcW w:w="1275" w:type="pct"/>
            <w:tcBorders>
              <w:top w:val="single" w:sz="4" w:space="0" w:color="auto"/>
            </w:tcBorders>
          </w:tcPr>
          <w:p w:rsidR="007C1D87" w:rsidRDefault="007C1D87" w:rsidP="00BD6D0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3725" w:type="pct"/>
            <w:tcBorders>
              <w:top w:val="single" w:sz="4" w:space="0" w:color="auto"/>
            </w:tcBorders>
          </w:tcPr>
          <w:p w:rsidR="007C1D87" w:rsidRDefault="007C1D87" w:rsidP="00BD6D09">
            <w:pPr>
              <w:spacing w:before="60" w:after="60"/>
              <w:rPr>
                <w:b/>
                <w:bCs/>
              </w:rPr>
            </w:pPr>
          </w:p>
        </w:tc>
      </w:tr>
    </w:tbl>
    <w:p w:rsidR="00C202B5" w:rsidRDefault="00C202B5" w:rsidP="007C1D87">
      <w:pPr>
        <w:tabs>
          <w:tab w:val="left" w:pos="27"/>
        </w:tabs>
        <w:spacing w:line="252" w:lineRule="auto"/>
        <w:rPr>
          <w:rFonts w:ascii="Arial" w:eastAsia="Arial" w:hAnsi="Arial" w:cs="Arial"/>
          <w:b/>
          <w:color w:val="000000"/>
          <w:sz w:val="20"/>
          <w:szCs w:val="20"/>
        </w:rPr>
      </w:pPr>
    </w:p>
    <w:sectPr w:rsidR="00C202B5" w:rsidSect="007C1D87">
      <w:headerReference w:type="default" r:id="rId7"/>
      <w:footerReference w:type="default" r:id="rId8"/>
      <w:footnotePr>
        <w:pos w:val="beneathText"/>
      </w:footnotePr>
      <w:pgSz w:w="16837" w:h="11905" w:orient="landscape"/>
      <w:pgMar w:top="709" w:right="1417" w:bottom="1134" w:left="1134" w:header="284" w:footer="1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D11" w:rsidRDefault="00A77D11">
      <w:r>
        <w:separator/>
      </w:r>
    </w:p>
  </w:endnote>
  <w:endnote w:type="continuationSeparator" w:id="0">
    <w:p w:rsidR="00A77D11" w:rsidRDefault="00A7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734D82">
    <w:pPr>
      <w:pStyle w:val="Pidipagina"/>
      <w:ind w:right="360"/>
    </w:pPr>
    <w:r>
      <w:rPr>
        <w:noProof/>
        <w:lang w:eastAsia="it-IT"/>
      </w:rPr>
      <w:drawing>
        <wp:anchor distT="0" distB="0" distL="114935" distR="114935" simplePos="0" relativeHeight="251657216" behindDoc="1" locked="0" layoutInCell="1" allowOverlap="1" wp14:anchorId="194E937D" wp14:editId="767CDA61">
          <wp:simplePos x="0" y="0"/>
          <wp:positionH relativeFrom="column">
            <wp:posOffset>628650</wp:posOffset>
          </wp:positionH>
          <wp:positionV relativeFrom="paragraph">
            <wp:posOffset>-4445</wp:posOffset>
          </wp:positionV>
          <wp:extent cx="7743825" cy="120015"/>
          <wp:effectExtent l="0" t="0" r="0" b="0"/>
          <wp:wrapNone/>
          <wp:docPr id="2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89" t="56979" b="18077"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1200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12DB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5168" behindDoc="1" locked="0" layoutInCell="1" allowOverlap="1" wp14:anchorId="6EB3734C" wp14:editId="755B2E08">
              <wp:simplePos x="0" y="0"/>
              <wp:positionH relativeFrom="page">
                <wp:posOffset>565150</wp:posOffset>
              </wp:positionH>
              <wp:positionV relativeFrom="page">
                <wp:posOffset>9715500</wp:posOffset>
              </wp:positionV>
              <wp:extent cx="1898650" cy="755650"/>
              <wp:effectExtent l="0" t="0" r="6350" b="635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8650" cy="755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ARES Azienda Regionale della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Salute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Sede Legale:</w:t>
                          </w:r>
                          <w:r w:rsid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Piero della Francesca Comune: 09047 - Selargius (CA)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P.IVA: 03990570925 </w:t>
                          </w:r>
                        </w:p>
                        <w:p w:rsidR="00D012DB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C.F.: 03990570925 </w:t>
                          </w:r>
                        </w:p>
                        <w:p w:rsidR="0078256D" w:rsidRPr="0050594F" w:rsidRDefault="00322D64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 w:rsidRPr="0050594F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www.aressardegna.it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3734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4.5pt;margin-top:765pt;width:149.5pt;height:59.5pt;z-index:-25166131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" stroked="f">
              <v:textbox inset="0,0,0,0">
                <w:txbxContent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ARES Azienda Regionale della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Salute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Sede Legale:</w:t>
                    </w:r>
                    <w:r w:rsid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Piero della Francesca Comune: 09047 - Selargius (CA)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P.IVA: 03990570925 </w:t>
                    </w:r>
                  </w:p>
                  <w:p w:rsidR="00D012DB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C.F.: 03990570925 </w:t>
                    </w:r>
                  </w:p>
                  <w:p w:rsidR="0078256D" w:rsidRPr="0050594F" w:rsidRDefault="00322D64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 w:rsidRPr="0050594F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www.aressardegna.it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8256D" w:rsidRDefault="007C1D87" w:rsidP="0050594F">
    <w:pPr>
      <w:suppressAutoHyphens w:val="0"/>
      <w:autoSpaceDE w:val="0"/>
      <w:autoSpaceDN w:val="0"/>
      <w:adjustRightInd w:val="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031DB9EC" wp14:editId="26724C35">
              <wp:simplePos x="0" y="0"/>
              <wp:positionH relativeFrom="page">
                <wp:align>center</wp:align>
              </wp:positionH>
              <wp:positionV relativeFrom="paragraph">
                <wp:posOffset>10795</wp:posOffset>
              </wp:positionV>
              <wp:extent cx="2564765" cy="767080"/>
              <wp:effectExtent l="0" t="0" r="698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4765" cy="767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526F2A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S.C. Sistemi Informativi</w:t>
                          </w:r>
                          <w:r w:rsidR="0050594F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="00DB3B1C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Amministrativi</w:t>
                          </w:r>
                        </w:p>
                        <w:p w:rsidR="00554CE0" w:rsidRDefault="00554CE0" w:rsidP="00526F2A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Via Bazzoni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Sircana</w:t>
                          </w:r>
                          <w:proofErr w:type="spellEnd"/>
                          <w:r w:rsidR="005B226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,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 </w:t>
                          </w:r>
                          <w:r w:rsidR="00D5126E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2A - 07026 Olbia</w:t>
                          </w:r>
                        </w:p>
                        <w:p w:rsidR="00DB3B1C" w:rsidRPr="00922BB8" w:rsidRDefault="00DB3B1C" w:rsidP="00DB3B1C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b/>
                              <w:color w:val="0070C0"/>
                              <w:sz w:val="16"/>
                              <w:lang w:val="en-US"/>
                            </w:rPr>
                          </w:pPr>
                          <w:r w:rsidRPr="00922BB8">
                            <w:rPr>
                              <w:rFonts w:ascii="Arial" w:hAnsi="Arial"/>
                              <w:b/>
                              <w:sz w:val="16"/>
                              <w:lang w:val="en-US"/>
                            </w:rPr>
                            <w:t>Email:</w:t>
                          </w:r>
                          <w:r w:rsidRPr="00922BB8">
                            <w:rPr>
                              <w:rFonts w:ascii="Arial" w:hAnsi="Arial"/>
                              <w:sz w:val="16"/>
                              <w:lang w:val="en-US"/>
                            </w:rPr>
                            <w:t xml:space="preserve"> </w:t>
                          </w:r>
                          <w:hyperlink r:id="rId2" w:history="1">
                            <w:r w:rsidRPr="00922BB8">
                              <w:rPr>
                                <w:rFonts w:ascii="Arial" w:hAnsi="Arial"/>
                                <w:b/>
                                <w:color w:val="0070C0"/>
                                <w:sz w:val="16"/>
                                <w:lang w:val="en-US"/>
                              </w:rPr>
                              <w:t>sc.siamministrativi@aressardegna.it</w:t>
                            </w:r>
                          </w:hyperlink>
                        </w:p>
                        <w:p w:rsidR="00DB3B1C" w:rsidRPr="00922BB8" w:rsidRDefault="00DB3B1C" w:rsidP="00DB3B1C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sz w:val="16"/>
                              <w:lang w:val="en-US"/>
                            </w:rPr>
                          </w:pPr>
                          <w:r w:rsidRPr="00922BB8">
                            <w:rPr>
                              <w:rFonts w:ascii="Arial" w:hAnsi="Arial"/>
                              <w:b/>
                              <w:sz w:val="16"/>
                              <w:lang w:val="en-US"/>
                            </w:rPr>
                            <w:t xml:space="preserve">PEC: </w:t>
                          </w:r>
                          <w:r w:rsidRPr="00922BB8">
                            <w:rPr>
                              <w:rFonts w:ascii="Arial" w:hAnsi="Arial"/>
                              <w:b/>
                              <w:color w:val="0070C0"/>
                              <w:sz w:val="16"/>
                              <w:lang w:val="en-US"/>
                            </w:rPr>
                            <w:t>ict.siamministrativi@pec.aressardegna.it</w:t>
                          </w:r>
                        </w:p>
                        <w:p w:rsidR="0078256D" w:rsidRDefault="0078256D" w:rsidP="00DB3B1C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1DB9EC" id="Text Box 6" o:spid="_x0000_s1029" type="#_x0000_t202" style="position:absolute;margin-left:0;margin-top:.85pt;width:201.95pt;height:60.4pt;z-index:-251658240;visibility:visible;mso-wrap-style:square;mso-width-percent:0;mso-height-percent:0;mso-wrap-distance-left:9.05pt;mso-wrap-distance-top:0;mso-wrap-distance-right:9.05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" stroked="f">
              <v:textbox inset="0,0,0,0">
                <w:txbxContent>
                  <w:p w:rsidR="0078256D" w:rsidRDefault="0078256D" w:rsidP="00526F2A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S.C. Sistemi Informativi</w:t>
                    </w:r>
                    <w:r w:rsidR="005059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="00DB3B1C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Amministrativi</w:t>
                    </w:r>
                  </w:p>
                  <w:p w:rsidR="00554CE0" w:rsidRDefault="00554CE0" w:rsidP="00526F2A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Via Bazzoni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Sircana</w:t>
                    </w:r>
                    <w:proofErr w:type="spellEnd"/>
                    <w:r w:rsidR="005B226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,</w:t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 </w:t>
                    </w:r>
                    <w:r w:rsidR="00D5126E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2A - 07026 Olbia</w:t>
                    </w:r>
                  </w:p>
                  <w:p w:rsidR="00DB3B1C" w:rsidRPr="00922BB8" w:rsidRDefault="00DB3B1C" w:rsidP="00DB3B1C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b/>
                        <w:color w:val="0070C0"/>
                        <w:sz w:val="16"/>
                        <w:lang w:val="en-US"/>
                      </w:rPr>
                    </w:pPr>
                    <w:r w:rsidRPr="00922BB8">
                      <w:rPr>
                        <w:rFonts w:ascii="Arial" w:hAnsi="Arial"/>
                        <w:b/>
                        <w:sz w:val="16"/>
                        <w:lang w:val="en-US"/>
                      </w:rPr>
                      <w:t>Email:</w:t>
                    </w:r>
                    <w:r w:rsidRPr="00922BB8">
                      <w:rPr>
                        <w:rFonts w:ascii="Arial" w:hAnsi="Arial"/>
                        <w:sz w:val="16"/>
                        <w:lang w:val="en-US"/>
                      </w:rPr>
                      <w:t xml:space="preserve"> </w:t>
                    </w:r>
                    <w:hyperlink r:id="rId3" w:history="1">
                      <w:r w:rsidRPr="00922BB8">
                        <w:rPr>
                          <w:rFonts w:ascii="Arial" w:hAnsi="Arial"/>
                          <w:b/>
                          <w:color w:val="0070C0"/>
                          <w:sz w:val="16"/>
                          <w:lang w:val="en-US"/>
                        </w:rPr>
                        <w:t>sc.siamministrativi@aressardegna.it</w:t>
                      </w:r>
                    </w:hyperlink>
                  </w:p>
                  <w:p w:rsidR="00DB3B1C" w:rsidRPr="00922BB8" w:rsidRDefault="00DB3B1C" w:rsidP="00DB3B1C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sz w:val="16"/>
                        <w:lang w:val="en-US"/>
                      </w:rPr>
                    </w:pPr>
                    <w:r w:rsidRPr="00922BB8">
                      <w:rPr>
                        <w:rFonts w:ascii="Arial" w:hAnsi="Arial"/>
                        <w:b/>
                        <w:sz w:val="16"/>
                        <w:lang w:val="en-US"/>
                      </w:rPr>
                      <w:t xml:space="preserve">PEC: </w:t>
                    </w:r>
                    <w:r w:rsidRPr="00922BB8">
                      <w:rPr>
                        <w:rFonts w:ascii="Arial" w:hAnsi="Arial"/>
                        <w:b/>
                        <w:color w:val="0070C0"/>
                        <w:sz w:val="16"/>
                        <w:lang w:val="en-US"/>
                      </w:rPr>
                      <w:t>ict.siamministrativi@pec.aressardegna.it</w:t>
                    </w:r>
                  </w:p>
                  <w:p w:rsidR="0078256D" w:rsidRDefault="0078256D" w:rsidP="00DB3B1C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50594F"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6192" behindDoc="1" locked="0" layoutInCell="1" allowOverlap="1">
              <wp:simplePos x="0" y="0"/>
              <wp:positionH relativeFrom="page">
                <wp:posOffset>3216910</wp:posOffset>
              </wp:positionH>
              <wp:positionV relativeFrom="page">
                <wp:posOffset>9732010</wp:posOffset>
              </wp:positionV>
              <wp:extent cx="1706880" cy="680720"/>
              <wp:effectExtent l="3810" t="0" r="381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680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 w:rsidP="00526F2A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D</w:t>
                          </w:r>
                          <w:r w:rsidR="00AB152E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 xml:space="preserve">IPARTIMENTO </w:t>
                          </w:r>
                          <w:proofErr w:type="spellStart"/>
                          <w:r w:rsidR="00AB152E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S</w:t>
                          </w:r>
                          <w:r w:rsidR="00EE3E3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a</w:t>
                          </w:r>
                          <w:r w:rsidR="00AB152E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eastAsia="it-IT"/>
                            </w:rPr>
                            <w:t>DIT</w:t>
                          </w:r>
                          <w:proofErr w:type="spellEnd"/>
                        </w:p>
                        <w:p w:rsidR="0078256D" w:rsidRDefault="0078256D" w:rsidP="00526F2A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 xml:space="preserve">Via </w:t>
                          </w:r>
                          <w:r w:rsidR="00AB152E"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Romagna,16</w:t>
                          </w:r>
                        </w:p>
                        <w:p w:rsidR="00AB152E" w:rsidRDefault="00AB152E" w:rsidP="00526F2A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Padiglione G</w:t>
                          </w:r>
                        </w:p>
                        <w:p w:rsidR="0078256D" w:rsidRDefault="00AB152E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eastAsia="it-IT"/>
                            </w:rPr>
                            <w:t>09127 Cagliari (CA)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0" type="#_x0000_t202" style="position:absolute;margin-left:253.3pt;margin-top:766.3pt;width:134.4pt;height:53.6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" stroked="f">
              <v:textbox inset="0,0,0,0">
                <w:txbxContent>
                  <w:p w:rsidR="0078256D" w:rsidRDefault="0078256D" w:rsidP="00526F2A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D</w:t>
                    </w:r>
                    <w:r w:rsidR="00AB152E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 xml:space="preserve">IPARTIMENTO </w:t>
                    </w:r>
                    <w:proofErr w:type="spellStart"/>
                    <w:r w:rsidR="00AB152E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S</w:t>
                    </w:r>
                    <w:r w:rsidR="00EE3E3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a</w:t>
                    </w:r>
                    <w:r w:rsidR="00AB152E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eastAsia="it-IT"/>
                      </w:rPr>
                      <w:t>DIT</w:t>
                    </w:r>
                    <w:proofErr w:type="spellEnd"/>
                  </w:p>
                  <w:p w:rsidR="0078256D" w:rsidRDefault="0078256D" w:rsidP="00526F2A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 xml:space="preserve">Via </w:t>
                    </w:r>
                    <w:r w:rsidR="00AB152E"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Romagna,16</w:t>
                    </w:r>
                  </w:p>
                  <w:p w:rsidR="00AB152E" w:rsidRDefault="00AB152E" w:rsidP="00526F2A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Padiglione G</w:t>
                    </w:r>
                  </w:p>
                  <w:p w:rsidR="0078256D" w:rsidRDefault="00AB152E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eastAsia="it-IT"/>
                      </w:rPr>
                      <w:t>09127 Cagliari (CA)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8256D"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D11" w:rsidRDefault="00A77D11">
      <w:r>
        <w:separator/>
      </w:r>
    </w:p>
  </w:footnote>
  <w:footnote w:type="continuationSeparator" w:id="0">
    <w:p w:rsidR="00A77D11" w:rsidRDefault="00A77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6D" w:rsidRDefault="007C1D87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686523F9" wp14:editId="0B2202CB">
              <wp:simplePos x="0" y="0"/>
              <wp:positionH relativeFrom="page">
                <wp:posOffset>8183880</wp:posOffset>
              </wp:positionH>
              <wp:positionV relativeFrom="page">
                <wp:posOffset>281940</wp:posOffset>
              </wp:positionV>
              <wp:extent cx="1924050" cy="949325"/>
              <wp:effectExtent l="0" t="0" r="0" b="317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0" cy="949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b/>
                              <w:sz w:val="22"/>
                            </w:rPr>
                          </w:pPr>
                        </w:p>
                        <w:p w:rsidR="0078256D" w:rsidRDefault="0078256D" w:rsidP="00526F2A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t>STRUTTURA COMPLESSA</w:t>
                          </w:r>
                        </w:p>
                        <w:p w:rsidR="0078256D" w:rsidRDefault="0078256D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b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595959"/>
                              <w:sz w:val="18"/>
                              <w:szCs w:val="18"/>
                              <w:lang w:eastAsia="it-IT"/>
                            </w:rPr>
                            <w:t xml:space="preserve">Sistemi Informativi </w:t>
                          </w:r>
                          <w:r w:rsidR="00DB3B1C">
                            <w:rPr>
                              <w:rFonts w:ascii="Arial" w:hAnsi="Arial" w:cs="Arial"/>
                              <w:b/>
                              <w:bCs/>
                              <w:color w:val="595959"/>
                              <w:sz w:val="18"/>
                              <w:szCs w:val="18"/>
                              <w:lang w:eastAsia="it-IT"/>
                            </w:rPr>
                            <w:t>Amministrativi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523F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44.4pt;margin-top:22.2pt;width:151.5pt;height:74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" stroked="f">
              <v:textbox inset="0,0,0,0">
                <w:txbxContent>
                  <w:p w:rsidR="0078256D" w:rsidRDefault="0078256D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b/>
                        <w:sz w:val="22"/>
                      </w:rPr>
                    </w:pPr>
                  </w:p>
                  <w:p w:rsidR="0078256D" w:rsidRDefault="0078256D" w:rsidP="00526F2A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lang w:eastAsia="it-IT"/>
                      </w:rPr>
                      <w:t>STRUTTURA COMPLESSA</w:t>
                    </w:r>
                  </w:p>
                  <w:p w:rsidR="0078256D" w:rsidRDefault="0078256D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b/>
                        <w:sz w:val="2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595959"/>
                        <w:sz w:val="18"/>
                        <w:szCs w:val="18"/>
                        <w:lang w:eastAsia="it-IT"/>
                      </w:rPr>
                      <w:t xml:space="preserve">Sistemi Informativi </w:t>
                    </w:r>
                    <w:r w:rsidR="00DB3B1C">
                      <w:rPr>
                        <w:rFonts w:ascii="Arial" w:hAnsi="Arial" w:cs="Arial"/>
                        <w:b/>
                        <w:bCs/>
                        <w:color w:val="595959"/>
                        <w:sz w:val="18"/>
                        <w:szCs w:val="18"/>
                        <w:lang w:eastAsia="it-IT"/>
                      </w:rPr>
                      <w:t>Amministrativi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0288" behindDoc="1" locked="0" layoutInCell="1" allowOverlap="1" wp14:anchorId="388B4C13" wp14:editId="52F245F9">
              <wp:simplePos x="0" y="0"/>
              <wp:positionH relativeFrom="margin">
                <wp:align>center</wp:align>
              </wp:positionH>
              <wp:positionV relativeFrom="page">
                <wp:posOffset>264160</wp:posOffset>
              </wp:positionV>
              <wp:extent cx="1706880" cy="79248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7924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256D" w:rsidRDefault="0078256D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b/>
                              <w:sz w:val="22"/>
                            </w:rPr>
                          </w:pPr>
                        </w:p>
                        <w:p w:rsidR="0078256D" w:rsidRDefault="0078256D" w:rsidP="00526F2A">
                          <w:pPr>
                            <w:suppressAutoHyphens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sz w:val="18"/>
                              <w:szCs w:val="18"/>
                              <w:lang w:eastAsia="it-IT"/>
                            </w:rPr>
                            <w:t>DIPARTIMENTO</w:t>
                          </w:r>
                        </w:p>
                        <w:p w:rsidR="0078256D" w:rsidRDefault="00DB3B1C" w:rsidP="00526F2A">
                          <w:pPr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b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595959"/>
                              <w:sz w:val="18"/>
                              <w:szCs w:val="18"/>
                              <w:lang w:eastAsia="it-IT"/>
                            </w:rPr>
                            <w:t>p</w:t>
                          </w:r>
                          <w:r w:rsidR="00AB152E">
                            <w:rPr>
                              <w:rFonts w:ascii="Arial" w:hAnsi="Arial" w:cs="Arial"/>
                              <w:b/>
                              <w:bCs/>
                              <w:color w:val="595959"/>
                              <w:sz w:val="18"/>
                              <w:szCs w:val="18"/>
                              <w:lang w:eastAsia="it-IT"/>
                            </w:rPr>
                            <w:t>er la Sanità Digitale e l’Innovazione Tecnologica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8B4C13" id="Text Box 2" o:spid="_x0000_s1027" type="#_x0000_t202" style="position:absolute;margin-left:0;margin-top:20.8pt;width:134.4pt;height:62.4pt;z-index:-251656192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" stroked="f">
              <v:fill opacity="0"/>
              <v:textbox inset="0,0,0,0">
                <w:txbxContent>
                  <w:p w:rsidR="0078256D" w:rsidRDefault="0078256D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b/>
                        <w:sz w:val="22"/>
                      </w:rPr>
                    </w:pPr>
                  </w:p>
                  <w:p w:rsidR="0078256D" w:rsidRDefault="0078256D" w:rsidP="00526F2A">
                    <w:pPr>
                      <w:suppressAutoHyphens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lang w:eastAsia="it-IT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  <w:lang w:eastAsia="it-IT"/>
                      </w:rPr>
                      <w:t>DIPARTIMENTO</w:t>
                    </w:r>
                  </w:p>
                  <w:p w:rsidR="0078256D" w:rsidRDefault="00DB3B1C" w:rsidP="00526F2A">
                    <w:pPr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b/>
                        <w:sz w:val="2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595959"/>
                        <w:sz w:val="18"/>
                        <w:szCs w:val="18"/>
                        <w:lang w:eastAsia="it-IT"/>
                      </w:rPr>
                      <w:t>p</w:t>
                    </w:r>
                    <w:r w:rsidR="00AB152E">
                      <w:rPr>
                        <w:rFonts w:ascii="Arial" w:hAnsi="Arial" w:cs="Arial"/>
                        <w:b/>
                        <w:bCs/>
                        <w:color w:val="595959"/>
                        <w:sz w:val="18"/>
                        <w:szCs w:val="18"/>
                        <w:lang w:eastAsia="it-IT"/>
                      </w:rPr>
                      <w:t>er la Sanità Digitale e l’Innovazione Tecnologica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78256D" w:rsidRPr="00D04591">
      <w:rPr>
        <w:rFonts w:ascii="Arial" w:hAnsi="Arial"/>
        <w:noProof/>
        <w:sz w:val="20"/>
        <w:szCs w:val="20"/>
        <w:lang w:eastAsia="it-IT"/>
      </w:rPr>
      <w:drawing>
        <wp:anchor distT="0" distB="0" distL="114300" distR="114300" simplePos="0" relativeHeight="251661312" behindDoc="0" locked="0" layoutInCell="1" allowOverlap="1" wp14:anchorId="4EE6E576" wp14:editId="0AFDCB51">
          <wp:simplePos x="0" y="0"/>
          <wp:positionH relativeFrom="column">
            <wp:posOffset>-376196</wp:posOffset>
          </wp:positionH>
          <wp:positionV relativeFrom="paragraph">
            <wp:posOffset>143510</wp:posOffset>
          </wp:positionV>
          <wp:extent cx="1895475" cy="468241"/>
          <wp:effectExtent l="0" t="0" r="0" b="8255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468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  <w:p w:rsidR="0078256D" w:rsidRDefault="0078256D">
    <w:pPr>
      <w:pStyle w:val="Intestazione"/>
      <w:tabs>
        <w:tab w:val="clear" w:pos="4819"/>
        <w:tab w:val="clear" w:pos="9638"/>
        <w:tab w:val="left" w:pos="1770"/>
        <w:tab w:val="left" w:pos="4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00589"/>
    <w:multiLevelType w:val="hybridMultilevel"/>
    <w:tmpl w:val="1F8A74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15F8D"/>
    <w:multiLevelType w:val="hybridMultilevel"/>
    <w:tmpl w:val="B5529148"/>
    <w:lvl w:ilvl="0" w:tplc="8E64FB0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9B2"/>
    <w:multiLevelType w:val="hybridMultilevel"/>
    <w:tmpl w:val="408A4A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D3900"/>
    <w:multiLevelType w:val="hybridMultilevel"/>
    <w:tmpl w:val="980681FE"/>
    <w:lvl w:ilvl="0" w:tplc="AE2C71C2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100D6"/>
    <w:multiLevelType w:val="hybridMultilevel"/>
    <w:tmpl w:val="91B41B4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50532A"/>
    <w:multiLevelType w:val="hybridMultilevel"/>
    <w:tmpl w:val="8A2AE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D7FA4"/>
    <w:multiLevelType w:val="hybridMultilevel"/>
    <w:tmpl w:val="FB80F10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995A91"/>
    <w:multiLevelType w:val="hybridMultilevel"/>
    <w:tmpl w:val="734CAF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6598A"/>
    <w:multiLevelType w:val="hybridMultilevel"/>
    <w:tmpl w:val="AD727F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E6322"/>
    <w:multiLevelType w:val="hybridMultilevel"/>
    <w:tmpl w:val="4CD6117C"/>
    <w:lvl w:ilvl="0" w:tplc="D4765E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87087"/>
    <w:multiLevelType w:val="hybridMultilevel"/>
    <w:tmpl w:val="B8C02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D82D80"/>
    <w:multiLevelType w:val="multilevel"/>
    <w:tmpl w:val="6F4C38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5532A11"/>
    <w:multiLevelType w:val="hybridMultilevel"/>
    <w:tmpl w:val="B13A97B6"/>
    <w:lvl w:ilvl="0" w:tplc="0E5E6F42">
      <w:numFmt w:val="bullet"/>
      <w:lvlText w:val="-"/>
      <w:lvlJc w:val="left"/>
      <w:pPr>
        <w:ind w:left="5316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55F27D89"/>
    <w:multiLevelType w:val="hybridMultilevel"/>
    <w:tmpl w:val="D88279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5829C6"/>
    <w:multiLevelType w:val="hybridMultilevel"/>
    <w:tmpl w:val="87B6D774"/>
    <w:lvl w:ilvl="0" w:tplc="84DA46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23916"/>
    <w:multiLevelType w:val="hybridMultilevel"/>
    <w:tmpl w:val="96025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A4D3E"/>
    <w:multiLevelType w:val="hybridMultilevel"/>
    <w:tmpl w:val="8F9489E4"/>
    <w:lvl w:ilvl="0" w:tplc="516040D4">
      <w:start w:val="140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D6263"/>
    <w:multiLevelType w:val="hybridMultilevel"/>
    <w:tmpl w:val="837244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50634"/>
    <w:multiLevelType w:val="hybridMultilevel"/>
    <w:tmpl w:val="58C86C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C890911"/>
    <w:multiLevelType w:val="hybridMultilevel"/>
    <w:tmpl w:val="FCF4D1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D2D36"/>
    <w:multiLevelType w:val="hybridMultilevel"/>
    <w:tmpl w:val="A9C0A94E"/>
    <w:lvl w:ilvl="0" w:tplc="984284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AB36B3"/>
    <w:multiLevelType w:val="hybridMultilevel"/>
    <w:tmpl w:val="691256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BC04C09"/>
    <w:multiLevelType w:val="hybridMultilevel"/>
    <w:tmpl w:val="7730F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10C2D"/>
    <w:multiLevelType w:val="hybridMultilevel"/>
    <w:tmpl w:val="A0F2D2B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0"/>
  </w:num>
  <w:num w:numId="4">
    <w:abstractNumId w:val="18"/>
  </w:num>
  <w:num w:numId="5">
    <w:abstractNumId w:val="6"/>
  </w:num>
  <w:num w:numId="6">
    <w:abstractNumId w:val="2"/>
  </w:num>
  <w:num w:numId="7">
    <w:abstractNumId w:val="8"/>
  </w:num>
  <w:num w:numId="8">
    <w:abstractNumId w:val="23"/>
  </w:num>
  <w:num w:numId="9">
    <w:abstractNumId w:val="19"/>
  </w:num>
  <w:num w:numId="10">
    <w:abstractNumId w:val="5"/>
  </w:num>
  <w:num w:numId="11">
    <w:abstractNumId w:val="13"/>
  </w:num>
  <w:num w:numId="12">
    <w:abstractNumId w:val="21"/>
  </w:num>
  <w:num w:numId="13">
    <w:abstractNumId w:val="17"/>
  </w:num>
  <w:num w:numId="14">
    <w:abstractNumId w:val="7"/>
  </w:num>
  <w:num w:numId="15">
    <w:abstractNumId w:val="14"/>
  </w:num>
  <w:num w:numId="16">
    <w:abstractNumId w:val="16"/>
  </w:num>
  <w:num w:numId="17">
    <w:abstractNumId w:val="3"/>
  </w:num>
  <w:num w:numId="18">
    <w:abstractNumId w:val="20"/>
  </w:num>
  <w:num w:numId="19">
    <w:abstractNumId w:val="1"/>
  </w:num>
  <w:num w:numId="20">
    <w:abstractNumId w:val="9"/>
  </w:num>
  <w:num w:numId="21">
    <w:abstractNumId w:val="10"/>
  </w:num>
  <w:num w:numId="22">
    <w:abstractNumId w:val="4"/>
  </w:num>
  <w:num w:numId="23">
    <w:abstractNumId w:val="11"/>
  </w:num>
  <w:num w:numId="2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7C"/>
    <w:rsid w:val="00001931"/>
    <w:rsid w:val="00001D29"/>
    <w:rsid w:val="00001E4C"/>
    <w:rsid w:val="000049D3"/>
    <w:rsid w:val="00005D26"/>
    <w:rsid w:val="0000735A"/>
    <w:rsid w:val="000073F5"/>
    <w:rsid w:val="000076E8"/>
    <w:rsid w:val="00013604"/>
    <w:rsid w:val="000140AE"/>
    <w:rsid w:val="000142F3"/>
    <w:rsid w:val="00015EA5"/>
    <w:rsid w:val="00020FCB"/>
    <w:rsid w:val="000215EB"/>
    <w:rsid w:val="0002183D"/>
    <w:rsid w:val="00023E00"/>
    <w:rsid w:val="00023E99"/>
    <w:rsid w:val="0002573B"/>
    <w:rsid w:val="000266DC"/>
    <w:rsid w:val="000267EF"/>
    <w:rsid w:val="0002773B"/>
    <w:rsid w:val="00030C98"/>
    <w:rsid w:val="000313A2"/>
    <w:rsid w:val="0003591B"/>
    <w:rsid w:val="00040201"/>
    <w:rsid w:val="0004381C"/>
    <w:rsid w:val="00044875"/>
    <w:rsid w:val="00045FBA"/>
    <w:rsid w:val="000561B8"/>
    <w:rsid w:val="00056A15"/>
    <w:rsid w:val="0005762B"/>
    <w:rsid w:val="00061C66"/>
    <w:rsid w:val="00063F84"/>
    <w:rsid w:val="00064FF5"/>
    <w:rsid w:val="00065C70"/>
    <w:rsid w:val="00066FA8"/>
    <w:rsid w:val="000673A2"/>
    <w:rsid w:val="00071109"/>
    <w:rsid w:val="000732C2"/>
    <w:rsid w:val="00073899"/>
    <w:rsid w:val="000750A2"/>
    <w:rsid w:val="00075830"/>
    <w:rsid w:val="00081C5D"/>
    <w:rsid w:val="00081CAE"/>
    <w:rsid w:val="00082D7B"/>
    <w:rsid w:val="00090FD9"/>
    <w:rsid w:val="00094596"/>
    <w:rsid w:val="00096B17"/>
    <w:rsid w:val="000A17BF"/>
    <w:rsid w:val="000A333E"/>
    <w:rsid w:val="000A3A0F"/>
    <w:rsid w:val="000A3AE2"/>
    <w:rsid w:val="000A421F"/>
    <w:rsid w:val="000A7C56"/>
    <w:rsid w:val="000B7DC8"/>
    <w:rsid w:val="000C132D"/>
    <w:rsid w:val="000C4028"/>
    <w:rsid w:val="000C69F6"/>
    <w:rsid w:val="000C7A4B"/>
    <w:rsid w:val="000D04F8"/>
    <w:rsid w:val="000D56E4"/>
    <w:rsid w:val="000D6B17"/>
    <w:rsid w:val="000D6CAA"/>
    <w:rsid w:val="000D6D2E"/>
    <w:rsid w:val="000D7A68"/>
    <w:rsid w:val="000E31FB"/>
    <w:rsid w:val="000E5305"/>
    <w:rsid w:val="000E5759"/>
    <w:rsid w:val="000E6B22"/>
    <w:rsid w:val="000F1C3A"/>
    <w:rsid w:val="000F1D90"/>
    <w:rsid w:val="000F1DD2"/>
    <w:rsid w:val="000F4635"/>
    <w:rsid w:val="000F5D31"/>
    <w:rsid w:val="000F68B4"/>
    <w:rsid w:val="001027D0"/>
    <w:rsid w:val="00107E5F"/>
    <w:rsid w:val="0011185C"/>
    <w:rsid w:val="00111A15"/>
    <w:rsid w:val="00115F0B"/>
    <w:rsid w:val="00117843"/>
    <w:rsid w:val="00123FA9"/>
    <w:rsid w:val="00127064"/>
    <w:rsid w:val="0012752C"/>
    <w:rsid w:val="00131EED"/>
    <w:rsid w:val="001321A3"/>
    <w:rsid w:val="00133011"/>
    <w:rsid w:val="001359B1"/>
    <w:rsid w:val="00137EF4"/>
    <w:rsid w:val="00137FEC"/>
    <w:rsid w:val="001442CA"/>
    <w:rsid w:val="00144B98"/>
    <w:rsid w:val="0014589E"/>
    <w:rsid w:val="00146B8A"/>
    <w:rsid w:val="00147AA9"/>
    <w:rsid w:val="00147C7D"/>
    <w:rsid w:val="00150556"/>
    <w:rsid w:val="00150ABA"/>
    <w:rsid w:val="00150D5B"/>
    <w:rsid w:val="0015115F"/>
    <w:rsid w:val="0016789D"/>
    <w:rsid w:val="00170037"/>
    <w:rsid w:val="00170302"/>
    <w:rsid w:val="00171388"/>
    <w:rsid w:val="00172AB2"/>
    <w:rsid w:val="00174090"/>
    <w:rsid w:val="00176A12"/>
    <w:rsid w:val="001800A0"/>
    <w:rsid w:val="00180981"/>
    <w:rsid w:val="00180CB5"/>
    <w:rsid w:val="00187748"/>
    <w:rsid w:val="001A114F"/>
    <w:rsid w:val="001A27F1"/>
    <w:rsid w:val="001A30C8"/>
    <w:rsid w:val="001A3860"/>
    <w:rsid w:val="001A3E93"/>
    <w:rsid w:val="001A4B11"/>
    <w:rsid w:val="001A511C"/>
    <w:rsid w:val="001A615F"/>
    <w:rsid w:val="001A6948"/>
    <w:rsid w:val="001A74DA"/>
    <w:rsid w:val="001A7C9B"/>
    <w:rsid w:val="001B0AD9"/>
    <w:rsid w:val="001B4204"/>
    <w:rsid w:val="001C184D"/>
    <w:rsid w:val="001C24AB"/>
    <w:rsid w:val="001C303F"/>
    <w:rsid w:val="001D11AC"/>
    <w:rsid w:val="001D1534"/>
    <w:rsid w:val="001D16FD"/>
    <w:rsid w:val="001D3774"/>
    <w:rsid w:val="001D4121"/>
    <w:rsid w:val="001D4B82"/>
    <w:rsid w:val="001D4DEA"/>
    <w:rsid w:val="001D655E"/>
    <w:rsid w:val="001E03D3"/>
    <w:rsid w:val="001E3B8D"/>
    <w:rsid w:val="001E61B9"/>
    <w:rsid w:val="001E6F26"/>
    <w:rsid w:val="001E76F5"/>
    <w:rsid w:val="001F0180"/>
    <w:rsid w:val="001F049F"/>
    <w:rsid w:val="001F0E87"/>
    <w:rsid w:val="001F1068"/>
    <w:rsid w:val="001F2C17"/>
    <w:rsid w:val="001F4512"/>
    <w:rsid w:val="001F6151"/>
    <w:rsid w:val="00206C33"/>
    <w:rsid w:val="0020737B"/>
    <w:rsid w:val="00207A17"/>
    <w:rsid w:val="002122B0"/>
    <w:rsid w:val="00220052"/>
    <w:rsid w:val="002200DE"/>
    <w:rsid w:val="00221F36"/>
    <w:rsid w:val="002221E6"/>
    <w:rsid w:val="0022356D"/>
    <w:rsid w:val="00225F3E"/>
    <w:rsid w:val="0022721F"/>
    <w:rsid w:val="00227AE2"/>
    <w:rsid w:val="00230DEE"/>
    <w:rsid w:val="0023231E"/>
    <w:rsid w:val="002334A6"/>
    <w:rsid w:val="002336AE"/>
    <w:rsid w:val="0023381F"/>
    <w:rsid w:val="00235CFE"/>
    <w:rsid w:val="00235D0A"/>
    <w:rsid w:val="00236E6C"/>
    <w:rsid w:val="00237642"/>
    <w:rsid w:val="00237BC3"/>
    <w:rsid w:val="00237F28"/>
    <w:rsid w:val="00240241"/>
    <w:rsid w:val="00241B5E"/>
    <w:rsid w:val="002426D7"/>
    <w:rsid w:val="002427CA"/>
    <w:rsid w:val="00243703"/>
    <w:rsid w:val="00244274"/>
    <w:rsid w:val="002461D6"/>
    <w:rsid w:val="00246973"/>
    <w:rsid w:val="002505CE"/>
    <w:rsid w:val="0025179D"/>
    <w:rsid w:val="00251977"/>
    <w:rsid w:val="00255443"/>
    <w:rsid w:val="00256022"/>
    <w:rsid w:val="0025651D"/>
    <w:rsid w:val="00256960"/>
    <w:rsid w:val="00261679"/>
    <w:rsid w:val="0026280E"/>
    <w:rsid w:val="00262A2A"/>
    <w:rsid w:val="00265293"/>
    <w:rsid w:val="00267726"/>
    <w:rsid w:val="00267940"/>
    <w:rsid w:val="00267AE4"/>
    <w:rsid w:val="00272846"/>
    <w:rsid w:val="00272A45"/>
    <w:rsid w:val="00275E61"/>
    <w:rsid w:val="002764A5"/>
    <w:rsid w:val="002766D8"/>
    <w:rsid w:val="00276FA1"/>
    <w:rsid w:val="002775C1"/>
    <w:rsid w:val="00281CF3"/>
    <w:rsid w:val="00283BFF"/>
    <w:rsid w:val="00284EC9"/>
    <w:rsid w:val="002850C4"/>
    <w:rsid w:val="00291171"/>
    <w:rsid w:val="0029271D"/>
    <w:rsid w:val="00292D2B"/>
    <w:rsid w:val="00295C87"/>
    <w:rsid w:val="002964C4"/>
    <w:rsid w:val="00296649"/>
    <w:rsid w:val="00297F78"/>
    <w:rsid w:val="002A032C"/>
    <w:rsid w:val="002A03C0"/>
    <w:rsid w:val="002A0D15"/>
    <w:rsid w:val="002A1A04"/>
    <w:rsid w:val="002A26E5"/>
    <w:rsid w:val="002A2864"/>
    <w:rsid w:val="002A38F0"/>
    <w:rsid w:val="002A7E43"/>
    <w:rsid w:val="002B1DD4"/>
    <w:rsid w:val="002B1DE5"/>
    <w:rsid w:val="002B4649"/>
    <w:rsid w:val="002C0494"/>
    <w:rsid w:val="002C0DAC"/>
    <w:rsid w:val="002C38D8"/>
    <w:rsid w:val="002D13B1"/>
    <w:rsid w:val="002D1939"/>
    <w:rsid w:val="002D7392"/>
    <w:rsid w:val="002D7AC7"/>
    <w:rsid w:val="002D7B30"/>
    <w:rsid w:val="002E1530"/>
    <w:rsid w:val="002E1EB9"/>
    <w:rsid w:val="002E4E84"/>
    <w:rsid w:val="002F027D"/>
    <w:rsid w:val="002F0918"/>
    <w:rsid w:val="002F26B7"/>
    <w:rsid w:val="002F2A17"/>
    <w:rsid w:val="002F6F27"/>
    <w:rsid w:val="00301B22"/>
    <w:rsid w:val="00303DD4"/>
    <w:rsid w:val="00304C3E"/>
    <w:rsid w:val="00305000"/>
    <w:rsid w:val="003105D4"/>
    <w:rsid w:val="0031236D"/>
    <w:rsid w:val="00315EBE"/>
    <w:rsid w:val="00317347"/>
    <w:rsid w:val="00317453"/>
    <w:rsid w:val="0032162F"/>
    <w:rsid w:val="003219C0"/>
    <w:rsid w:val="0032209E"/>
    <w:rsid w:val="00322D64"/>
    <w:rsid w:val="003241DE"/>
    <w:rsid w:val="003248AD"/>
    <w:rsid w:val="003254D0"/>
    <w:rsid w:val="00326FF1"/>
    <w:rsid w:val="0032732F"/>
    <w:rsid w:val="003301FD"/>
    <w:rsid w:val="003324FD"/>
    <w:rsid w:val="00332A96"/>
    <w:rsid w:val="003345D6"/>
    <w:rsid w:val="00335080"/>
    <w:rsid w:val="003351FD"/>
    <w:rsid w:val="00335CCD"/>
    <w:rsid w:val="00336952"/>
    <w:rsid w:val="003411C2"/>
    <w:rsid w:val="0034197B"/>
    <w:rsid w:val="003439FB"/>
    <w:rsid w:val="003444E4"/>
    <w:rsid w:val="00351158"/>
    <w:rsid w:val="00352132"/>
    <w:rsid w:val="0035528F"/>
    <w:rsid w:val="003612EA"/>
    <w:rsid w:val="003625FF"/>
    <w:rsid w:val="00363CFD"/>
    <w:rsid w:val="003655DA"/>
    <w:rsid w:val="003658A0"/>
    <w:rsid w:val="0036691B"/>
    <w:rsid w:val="003715D1"/>
    <w:rsid w:val="0037464C"/>
    <w:rsid w:val="00382038"/>
    <w:rsid w:val="00385CA4"/>
    <w:rsid w:val="00385DC2"/>
    <w:rsid w:val="0038757F"/>
    <w:rsid w:val="00390253"/>
    <w:rsid w:val="00390FAD"/>
    <w:rsid w:val="00391787"/>
    <w:rsid w:val="00392720"/>
    <w:rsid w:val="00393340"/>
    <w:rsid w:val="003959C1"/>
    <w:rsid w:val="00397C79"/>
    <w:rsid w:val="003A06AE"/>
    <w:rsid w:val="003A4833"/>
    <w:rsid w:val="003A55FB"/>
    <w:rsid w:val="003B01A6"/>
    <w:rsid w:val="003B3B15"/>
    <w:rsid w:val="003C0022"/>
    <w:rsid w:val="003C091C"/>
    <w:rsid w:val="003C155E"/>
    <w:rsid w:val="003C1E53"/>
    <w:rsid w:val="003C4CF1"/>
    <w:rsid w:val="003D2AB2"/>
    <w:rsid w:val="003D3B52"/>
    <w:rsid w:val="003D6229"/>
    <w:rsid w:val="003E2EFA"/>
    <w:rsid w:val="003E4B90"/>
    <w:rsid w:val="003E6404"/>
    <w:rsid w:val="003E7307"/>
    <w:rsid w:val="003F2A4F"/>
    <w:rsid w:val="003F5773"/>
    <w:rsid w:val="003F7C61"/>
    <w:rsid w:val="00401CAE"/>
    <w:rsid w:val="00403FDA"/>
    <w:rsid w:val="0040652B"/>
    <w:rsid w:val="00406E44"/>
    <w:rsid w:val="00412C4A"/>
    <w:rsid w:val="00414657"/>
    <w:rsid w:val="0042063B"/>
    <w:rsid w:val="0042213B"/>
    <w:rsid w:val="004244F2"/>
    <w:rsid w:val="0042487C"/>
    <w:rsid w:val="00430571"/>
    <w:rsid w:val="0043180F"/>
    <w:rsid w:val="00433DCA"/>
    <w:rsid w:val="004369DB"/>
    <w:rsid w:val="00437BAB"/>
    <w:rsid w:val="00440395"/>
    <w:rsid w:val="0044511C"/>
    <w:rsid w:val="00445DB3"/>
    <w:rsid w:val="00447EAF"/>
    <w:rsid w:val="004501CF"/>
    <w:rsid w:val="00450C60"/>
    <w:rsid w:val="00452348"/>
    <w:rsid w:val="004571A3"/>
    <w:rsid w:val="004615E5"/>
    <w:rsid w:val="0046216E"/>
    <w:rsid w:val="004627C2"/>
    <w:rsid w:val="00463E85"/>
    <w:rsid w:val="00464107"/>
    <w:rsid w:val="0046439D"/>
    <w:rsid w:val="0046461B"/>
    <w:rsid w:val="00465657"/>
    <w:rsid w:val="00465885"/>
    <w:rsid w:val="004675C5"/>
    <w:rsid w:val="00470E9E"/>
    <w:rsid w:val="00473277"/>
    <w:rsid w:val="004735F2"/>
    <w:rsid w:val="00473FD2"/>
    <w:rsid w:val="00474BD3"/>
    <w:rsid w:val="00475E13"/>
    <w:rsid w:val="004767CB"/>
    <w:rsid w:val="00477701"/>
    <w:rsid w:val="00484A2D"/>
    <w:rsid w:val="00490BEA"/>
    <w:rsid w:val="004929E8"/>
    <w:rsid w:val="004A08E5"/>
    <w:rsid w:val="004A15EE"/>
    <w:rsid w:val="004B1A6A"/>
    <w:rsid w:val="004B4449"/>
    <w:rsid w:val="004B4738"/>
    <w:rsid w:val="004B4DA3"/>
    <w:rsid w:val="004B5E7C"/>
    <w:rsid w:val="004B7509"/>
    <w:rsid w:val="004C04A8"/>
    <w:rsid w:val="004C0B2E"/>
    <w:rsid w:val="004C0C81"/>
    <w:rsid w:val="004C1327"/>
    <w:rsid w:val="004C377A"/>
    <w:rsid w:val="004C4709"/>
    <w:rsid w:val="004C6A36"/>
    <w:rsid w:val="004C7AFF"/>
    <w:rsid w:val="004D12FA"/>
    <w:rsid w:val="004D251B"/>
    <w:rsid w:val="004D3522"/>
    <w:rsid w:val="004D3EDD"/>
    <w:rsid w:val="004D7546"/>
    <w:rsid w:val="004E12FD"/>
    <w:rsid w:val="004E1B87"/>
    <w:rsid w:val="004E21E6"/>
    <w:rsid w:val="004E2287"/>
    <w:rsid w:val="004E45E2"/>
    <w:rsid w:val="004F41BE"/>
    <w:rsid w:val="004F4208"/>
    <w:rsid w:val="004F58D5"/>
    <w:rsid w:val="00501C0E"/>
    <w:rsid w:val="005025C0"/>
    <w:rsid w:val="0050273E"/>
    <w:rsid w:val="00504743"/>
    <w:rsid w:val="0050594F"/>
    <w:rsid w:val="00506A46"/>
    <w:rsid w:val="0050795A"/>
    <w:rsid w:val="00507AB0"/>
    <w:rsid w:val="00507BAD"/>
    <w:rsid w:val="00512CB7"/>
    <w:rsid w:val="00513793"/>
    <w:rsid w:val="00514FA9"/>
    <w:rsid w:val="00516768"/>
    <w:rsid w:val="005179F6"/>
    <w:rsid w:val="00522708"/>
    <w:rsid w:val="00526DDC"/>
    <w:rsid w:val="00526F2A"/>
    <w:rsid w:val="00526FA7"/>
    <w:rsid w:val="0053061C"/>
    <w:rsid w:val="005313B6"/>
    <w:rsid w:val="005400C5"/>
    <w:rsid w:val="00540E09"/>
    <w:rsid w:val="00541C7D"/>
    <w:rsid w:val="00543883"/>
    <w:rsid w:val="005457E0"/>
    <w:rsid w:val="005465E5"/>
    <w:rsid w:val="005469E5"/>
    <w:rsid w:val="00554CE0"/>
    <w:rsid w:val="00554F74"/>
    <w:rsid w:val="00557BEA"/>
    <w:rsid w:val="00560038"/>
    <w:rsid w:val="00561055"/>
    <w:rsid w:val="00562550"/>
    <w:rsid w:val="00563EC2"/>
    <w:rsid w:val="005643B5"/>
    <w:rsid w:val="00565C7D"/>
    <w:rsid w:val="0057286E"/>
    <w:rsid w:val="00572F44"/>
    <w:rsid w:val="00573CE9"/>
    <w:rsid w:val="00577FA7"/>
    <w:rsid w:val="0058050D"/>
    <w:rsid w:val="005812EB"/>
    <w:rsid w:val="00582064"/>
    <w:rsid w:val="00582BE7"/>
    <w:rsid w:val="00586200"/>
    <w:rsid w:val="00586D44"/>
    <w:rsid w:val="00587721"/>
    <w:rsid w:val="00592529"/>
    <w:rsid w:val="00592891"/>
    <w:rsid w:val="00592EA9"/>
    <w:rsid w:val="00594A3D"/>
    <w:rsid w:val="00595705"/>
    <w:rsid w:val="0059591B"/>
    <w:rsid w:val="00595ABB"/>
    <w:rsid w:val="00595BE9"/>
    <w:rsid w:val="005A1034"/>
    <w:rsid w:val="005A41AC"/>
    <w:rsid w:val="005A4550"/>
    <w:rsid w:val="005B0D8C"/>
    <w:rsid w:val="005B2263"/>
    <w:rsid w:val="005B3A37"/>
    <w:rsid w:val="005B5309"/>
    <w:rsid w:val="005B6044"/>
    <w:rsid w:val="005B7844"/>
    <w:rsid w:val="005C2116"/>
    <w:rsid w:val="005C393A"/>
    <w:rsid w:val="005C5635"/>
    <w:rsid w:val="005C6C6C"/>
    <w:rsid w:val="005C73E7"/>
    <w:rsid w:val="005D5061"/>
    <w:rsid w:val="005D7048"/>
    <w:rsid w:val="005E0AA9"/>
    <w:rsid w:val="005E2A31"/>
    <w:rsid w:val="005E30D1"/>
    <w:rsid w:val="005F0C3D"/>
    <w:rsid w:val="005F1CD2"/>
    <w:rsid w:val="005F391F"/>
    <w:rsid w:val="005F3C7C"/>
    <w:rsid w:val="005F72B9"/>
    <w:rsid w:val="005F733F"/>
    <w:rsid w:val="00610670"/>
    <w:rsid w:val="00611085"/>
    <w:rsid w:val="00613B66"/>
    <w:rsid w:val="00615AB9"/>
    <w:rsid w:val="00615C4D"/>
    <w:rsid w:val="0061636D"/>
    <w:rsid w:val="006176ED"/>
    <w:rsid w:val="00621564"/>
    <w:rsid w:val="00625E4E"/>
    <w:rsid w:val="00626CA9"/>
    <w:rsid w:val="0063034D"/>
    <w:rsid w:val="006307D0"/>
    <w:rsid w:val="00631F02"/>
    <w:rsid w:val="00631F42"/>
    <w:rsid w:val="00632DE4"/>
    <w:rsid w:val="00633706"/>
    <w:rsid w:val="00634D3F"/>
    <w:rsid w:val="006367DC"/>
    <w:rsid w:val="00636DBE"/>
    <w:rsid w:val="00640384"/>
    <w:rsid w:val="00642BF8"/>
    <w:rsid w:val="006441CF"/>
    <w:rsid w:val="00644204"/>
    <w:rsid w:val="006444C1"/>
    <w:rsid w:val="006463B7"/>
    <w:rsid w:val="00647729"/>
    <w:rsid w:val="00650AE8"/>
    <w:rsid w:val="00651287"/>
    <w:rsid w:val="00651668"/>
    <w:rsid w:val="00653639"/>
    <w:rsid w:val="0065564C"/>
    <w:rsid w:val="006568FF"/>
    <w:rsid w:val="006615E7"/>
    <w:rsid w:val="00661731"/>
    <w:rsid w:val="00661A94"/>
    <w:rsid w:val="006642C1"/>
    <w:rsid w:val="00664CF9"/>
    <w:rsid w:val="006653A6"/>
    <w:rsid w:val="00666BA6"/>
    <w:rsid w:val="00670E50"/>
    <w:rsid w:val="00674805"/>
    <w:rsid w:val="00675EF5"/>
    <w:rsid w:val="006768C5"/>
    <w:rsid w:val="006777AD"/>
    <w:rsid w:val="006800EA"/>
    <w:rsid w:val="00683033"/>
    <w:rsid w:val="00683E66"/>
    <w:rsid w:val="00684E4D"/>
    <w:rsid w:val="0068554D"/>
    <w:rsid w:val="00686638"/>
    <w:rsid w:val="00687C73"/>
    <w:rsid w:val="006927C8"/>
    <w:rsid w:val="0069590A"/>
    <w:rsid w:val="00695E4F"/>
    <w:rsid w:val="00696655"/>
    <w:rsid w:val="00697109"/>
    <w:rsid w:val="0069757B"/>
    <w:rsid w:val="006A056C"/>
    <w:rsid w:val="006A1F38"/>
    <w:rsid w:val="006A2A79"/>
    <w:rsid w:val="006A3063"/>
    <w:rsid w:val="006A3983"/>
    <w:rsid w:val="006A4FF1"/>
    <w:rsid w:val="006A53F1"/>
    <w:rsid w:val="006B0E92"/>
    <w:rsid w:val="006B29D6"/>
    <w:rsid w:val="006B3392"/>
    <w:rsid w:val="006B355D"/>
    <w:rsid w:val="006B5B35"/>
    <w:rsid w:val="006C26C3"/>
    <w:rsid w:val="006C450F"/>
    <w:rsid w:val="006C540B"/>
    <w:rsid w:val="006D0BB8"/>
    <w:rsid w:val="006D2207"/>
    <w:rsid w:val="006D335D"/>
    <w:rsid w:val="006D3819"/>
    <w:rsid w:val="006D48DB"/>
    <w:rsid w:val="006D5B15"/>
    <w:rsid w:val="006D73BA"/>
    <w:rsid w:val="006E042C"/>
    <w:rsid w:val="006E1455"/>
    <w:rsid w:val="006E227D"/>
    <w:rsid w:val="006E29C3"/>
    <w:rsid w:val="006E56FA"/>
    <w:rsid w:val="006E5D97"/>
    <w:rsid w:val="006E6A31"/>
    <w:rsid w:val="006F0A65"/>
    <w:rsid w:val="006F214A"/>
    <w:rsid w:val="006F370E"/>
    <w:rsid w:val="006F406E"/>
    <w:rsid w:val="006F40E8"/>
    <w:rsid w:val="006F4AB9"/>
    <w:rsid w:val="006F5FAE"/>
    <w:rsid w:val="006F6485"/>
    <w:rsid w:val="007027AC"/>
    <w:rsid w:val="00705D76"/>
    <w:rsid w:val="0070719E"/>
    <w:rsid w:val="007101F1"/>
    <w:rsid w:val="007126E7"/>
    <w:rsid w:val="00716CFA"/>
    <w:rsid w:val="00720010"/>
    <w:rsid w:val="00726542"/>
    <w:rsid w:val="0073093D"/>
    <w:rsid w:val="00731346"/>
    <w:rsid w:val="00731542"/>
    <w:rsid w:val="00732401"/>
    <w:rsid w:val="007340E4"/>
    <w:rsid w:val="00734D82"/>
    <w:rsid w:val="00736740"/>
    <w:rsid w:val="00741451"/>
    <w:rsid w:val="00741C5E"/>
    <w:rsid w:val="0074292E"/>
    <w:rsid w:val="00742DF6"/>
    <w:rsid w:val="00746789"/>
    <w:rsid w:val="007509B8"/>
    <w:rsid w:val="00750F77"/>
    <w:rsid w:val="007511EC"/>
    <w:rsid w:val="00754D4B"/>
    <w:rsid w:val="007553F8"/>
    <w:rsid w:val="007562DF"/>
    <w:rsid w:val="007624E7"/>
    <w:rsid w:val="007638BA"/>
    <w:rsid w:val="00766271"/>
    <w:rsid w:val="00773612"/>
    <w:rsid w:val="007751D6"/>
    <w:rsid w:val="007756E0"/>
    <w:rsid w:val="007777C9"/>
    <w:rsid w:val="00780E28"/>
    <w:rsid w:val="0078256D"/>
    <w:rsid w:val="0078569E"/>
    <w:rsid w:val="0078588C"/>
    <w:rsid w:val="00787203"/>
    <w:rsid w:val="007872A3"/>
    <w:rsid w:val="0079195F"/>
    <w:rsid w:val="00791A12"/>
    <w:rsid w:val="00792653"/>
    <w:rsid w:val="00792CBC"/>
    <w:rsid w:val="007935CD"/>
    <w:rsid w:val="00793F06"/>
    <w:rsid w:val="0079668F"/>
    <w:rsid w:val="007978C9"/>
    <w:rsid w:val="00797DC0"/>
    <w:rsid w:val="007A1280"/>
    <w:rsid w:val="007A1A33"/>
    <w:rsid w:val="007A3604"/>
    <w:rsid w:val="007B2F55"/>
    <w:rsid w:val="007B3083"/>
    <w:rsid w:val="007B324F"/>
    <w:rsid w:val="007B4E2A"/>
    <w:rsid w:val="007B54DA"/>
    <w:rsid w:val="007C1D87"/>
    <w:rsid w:val="007C2228"/>
    <w:rsid w:val="007C2C35"/>
    <w:rsid w:val="007D0252"/>
    <w:rsid w:val="007D085A"/>
    <w:rsid w:val="007D2698"/>
    <w:rsid w:val="007D3CFD"/>
    <w:rsid w:val="007D7B00"/>
    <w:rsid w:val="007D7EFA"/>
    <w:rsid w:val="007E06EC"/>
    <w:rsid w:val="007E09F7"/>
    <w:rsid w:val="007E0E7D"/>
    <w:rsid w:val="007E3917"/>
    <w:rsid w:val="007E6C7E"/>
    <w:rsid w:val="007F0D85"/>
    <w:rsid w:val="007F1728"/>
    <w:rsid w:val="007F303D"/>
    <w:rsid w:val="007F3769"/>
    <w:rsid w:val="007F6661"/>
    <w:rsid w:val="007F6A9F"/>
    <w:rsid w:val="0080012D"/>
    <w:rsid w:val="00800D48"/>
    <w:rsid w:val="008017E3"/>
    <w:rsid w:val="00801ADC"/>
    <w:rsid w:val="00801F0A"/>
    <w:rsid w:val="008056BF"/>
    <w:rsid w:val="00806942"/>
    <w:rsid w:val="00806C1C"/>
    <w:rsid w:val="0080725C"/>
    <w:rsid w:val="00810B0A"/>
    <w:rsid w:val="00814347"/>
    <w:rsid w:val="00816F72"/>
    <w:rsid w:val="008170F3"/>
    <w:rsid w:val="00817971"/>
    <w:rsid w:val="00821D55"/>
    <w:rsid w:val="0082263E"/>
    <w:rsid w:val="008226B6"/>
    <w:rsid w:val="0082314E"/>
    <w:rsid w:val="00823A60"/>
    <w:rsid w:val="00823B0E"/>
    <w:rsid w:val="00825B06"/>
    <w:rsid w:val="00825D4A"/>
    <w:rsid w:val="0082642C"/>
    <w:rsid w:val="0083048C"/>
    <w:rsid w:val="00834997"/>
    <w:rsid w:val="0084183B"/>
    <w:rsid w:val="008426F6"/>
    <w:rsid w:val="00846508"/>
    <w:rsid w:val="008514D0"/>
    <w:rsid w:val="00851F42"/>
    <w:rsid w:val="0085356C"/>
    <w:rsid w:val="00856852"/>
    <w:rsid w:val="008605FD"/>
    <w:rsid w:val="00860F10"/>
    <w:rsid w:val="00863110"/>
    <w:rsid w:val="0086366E"/>
    <w:rsid w:val="008676C9"/>
    <w:rsid w:val="00870DAB"/>
    <w:rsid w:val="00872E25"/>
    <w:rsid w:val="00874F47"/>
    <w:rsid w:val="0088143F"/>
    <w:rsid w:val="008820C3"/>
    <w:rsid w:val="00883E27"/>
    <w:rsid w:val="00885B37"/>
    <w:rsid w:val="00886A88"/>
    <w:rsid w:val="00887FF4"/>
    <w:rsid w:val="0089019F"/>
    <w:rsid w:val="008932C0"/>
    <w:rsid w:val="00896222"/>
    <w:rsid w:val="00896708"/>
    <w:rsid w:val="00896F1C"/>
    <w:rsid w:val="008973C6"/>
    <w:rsid w:val="00897C5A"/>
    <w:rsid w:val="008A0FB6"/>
    <w:rsid w:val="008A1A2A"/>
    <w:rsid w:val="008A2657"/>
    <w:rsid w:val="008A3A81"/>
    <w:rsid w:val="008A46C0"/>
    <w:rsid w:val="008A4B29"/>
    <w:rsid w:val="008A5F8F"/>
    <w:rsid w:val="008A7C0D"/>
    <w:rsid w:val="008B0292"/>
    <w:rsid w:val="008B05D0"/>
    <w:rsid w:val="008B55EA"/>
    <w:rsid w:val="008C0E98"/>
    <w:rsid w:val="008C11C4"/>
    <w:rsid w:val="008C1EF5"/>
    <w:rsid w:val="008C42B1"/>
    <w:rsid w:val="008C4675"/>
    <w:rsid w:val="008C4C2E"/>
    <w:rsid w:val="008C6888"/>
    <w:rsid w:val="008C6C70"/>
    <w:rsid w:val="008C6F25"/>
    <w:rsid w:val="008C6FEB"/>
    <w:rsid w:val="008D15AE"/>
    <w:rsid w:val="008D23C3"/>
    <w:rsid w:val="008D28EC"/>
    <w:rsid w:val="008D42F4"/>
    <w:rsid w:val="008D6131"/>
    <w:rsid w:val="008D700C"/>
    <w:rsid w:val="008D7A40"/>
    <w:rsid w:val="008E047D"/>
    <w:rsid w:val="008E4111"/>
    <w:rsid w:val="008E4DA0"/>
    <w:rsid w:val="008E7C47"/>
    <w:rsid w:val="008F16E5"/>
    <w:rsid w:val="008F3A9F"/>
    <w:rsid w:val="008F51D7"/>
    <w:rsid w:val="008F6D2B"/>
    <w:rsid w:val="008F7574"/>
    <w:rsid w:val="009030E2"/>
    <w:rsid w:val="00907BDC"/>
    <w:rsid w:val="009103AC"/>
    <w:rsid w:val="00911369"/>
    <w:rsid w:val="00911FF9"/>
    <w:rsid w:val="0091214E"/>
    <w:rsid w:val="00912286"/>
    <w:rsid w:val="00917E36"/>
    <w:rsid w:val="00921409"/>
    <w:rsid w:val="00922422"/>
    <w:rsid w:val="00922908"/>
    <w:rsid w:val="00922D00"/>
    <w:rsid w:val="0092667B"/>
    <w:rsid w:val="00927B7F"/>
    <w:rsid w:val="00930E56"/>
    <w:rsid w:val="00931C5E"/>
    <w:rsid w:val="0093399A"/>
    <w:rsid w:val="00933B4A"/>
    <w:rsid w:val="009359B0"/>
    <w:rsid w:val="00937297"/>
    <w:rsid w:val="009416C1"/>
    <w:rsid w:val="00943715"/>
    <w:rsid w:val="0094446B"/>
    <w:rsid w:val="0094574A"/>
    <w:rsid w:val="009459DC"/>
    <w:rsid w:val="0094757A"/>
    <w:rsid w:val="0095291A"/>
    <w:rsid w:val="009531FE"/>
    <w:rsid w:val="00954787"/>
    <w:rsid w:val="00955216"/>
    <w:rsid w:val="00955B04"/>
    <w:rsid w:val="00956BF8"/>
    <w:rsid w:val="009571ED"/>
    <w:rsid w:val="00957D49"/>
    <w:rsid w:val="009640D3"/>
    <w:rsid w:val="009645AB"/>
    <w:rsid w:val="009656F9"/>
    <w:rsid w:val="00965EF1"/>
    <w:rsid w:val="00966BF5"/>
    <w:rsid w:val="00970A12"/>
    <w:rsid w:val="009712BD"/>
    <w:rsid w:val="00974CC8"/>
    <w:rsid w:val="00976FCE"/>
    <w:rsid w:val="00981BCB"/>
    <w:rsid w:val="00984366"/>
    <w:rsid w:val="00984F2C"/>
    <w:rsid w:val="00985524"/>
    <w:rsid w:val="009867C6"/>
    <w:rsid w:val="0098701F"/>
    <w:rsid w:val="00993A68"/>
    <w:rsid w:val="00994CD2"/>
    <w:rsid w:val="00995FED"/>
    <w:rsid w:val="009978B4"/>
    <w:rsid w:val="00997F95"/>
    <w:rsid w:val="009A0EC4"/>
    <w:rsid w:val="009A4930"/>
    <w:rsid w:val="009A51B4"/>
    <w:rsid w:val="009B32D6"/>
    <w:rsid w:val="009C0A10"/>
    <w:rsid w:val="009C0D93"/>
    <w:rsid w:val="009C1B5C"/>
    <w:rsid w:val="009C1FE8"/>
    <w:rsid w:val="009C2D82"/>
    <w:rsid w:val="009C330A"/>
    <w:rsid w:val="009C36F9"/>
    <w:rsid w:val="009C5E87"/>
    <w:rsid w:val="009D00E6"/>
    <w:rsid w:val="009D2570"/>
    <w:rsid w:val="009D2949"/>
    <w:rsid w:val="009D465E"/>
    <w:rsid w:val="009E194C"/>
    <w:rsid w:val="009E1D5F"/>
    <w:rsid w:val="009E1F22"/>
    <w:rsid w:val="009E2F38"/>
    <w:rsid w:val="009E4C4F"/>
    <w:rsid w:val="009F071F"/>
    <w:rsid w:val="009F0B01"/>
    <w:rsid w:val="009F0BD7"/>
    <w:rsid w:val="009F1AD0"/>
    <w:rsid w:val="009F1E5E"/>
    <w:rsid w:val="009F22D4"/>
    <w:rsid w:val="009F2CB4"/>
    <w:rsid w:val="009F314D"/>
    <w:rsid w:val="009F32C6"/>
    <w:rsid w:val="009F5B11"/>
    <w:rsid w:val="009F67A2"/>
    <w:rsid w:val="009F7914"/>
    <w:rsid w:val="009F7990"/>
    <w:rsid w:val="00A01DA6"/>
    <w:rsid w:val="00A03455"/>
    <w:rsid w:val="00A07402"/>
    <w:rsid w:val="00A1176A"/>
    <w:rsid w:val="00A13093"/>
    <w:rsid w:val="00A15AC4"/>
    <w:rsid w:val="00A16B8C"/>
    <w:rsid w:val="00A23024"/>
    <w:rsid w:val="00A23E7E"/>
    <w:rsid w:val="00A244A9"/>
    <w:rsid w:val="00A24F46"/>
    <w:rsid w:val="00A26B5A"/>
    <w:rsid w:val="00A313FC"/>
    <w:rsid w:val="00A3393B"/>
    <w:rsid w:val="00A37CBA"/>
    <w:rsid w:val="00A41BF3"/>
    <w:rsid w:val="00A43369"/>
    <w:rsid w:val="00A45CB2"/>
    <w:rsid w:val="00A47659"/>
    <w:rsid w:val="00A5095C"/>
    <w:rsid w:val="00A51281"/>
    <w:rsid w:val="00A51555"/>
    <w:rsid w:val="00A536B3"/>
    <w:rsid w:val="00A53CFD"/>
    <w:rsid w:val="00A54C6B"/>
    <w:rsid w:val="00A5561A"/>
    <w:rsid w:val="00A5615B"/>
    <w:rsid w:val="00A62BBA"/>
    <w:rsid w:val="00A66474"/>
    <w:rsid w:val="00A72022"/>
    <w:rsid w:val="00A725DE"/>
    <w:rsid w:val="00A73244"/>
    <w:rsid w:val="00A73BBF"/>
    <w:rsid w:val="00A75709"/>
    <w:rsid w:val="00A7655C"/>
    <w:rsid w:val="00A76E78"/>
    <w:rsid w:val="00A77243"/>
    <w:rsid w:val="00A77BDA"/>
    <w:rsid w:val="00A77D11"/>
    <w:rsid w:val="00A77F78"/>
    <w:rsid w:val="00A803AD"/>
    <w:rsid w:val="00A80B30"/>
    <w:rsid w:val="00A82E02"/>
    <w:rsid w:val="00A845FF"/>
    <w:rsid w:val="00A85A81"/>
    <w:rsid w:val="00A91187"/>
    <w:rsid w:val="00A92B24"/>
    <w:rsid w:val="00A93760"/>
    <w:rsid w:val="00A94753"/>
    <w:rsid w:val="00A94846"/>
    <w:rsid w:val="00A94BBA"/>
    <w:rsid w:val="00A9637F"/>
    <w:rsid w:val="00A9778E"/>
    <w:rsid w:val="00A978C4"/>
    <w:rsid w:val="00A97AF8"/>
    <w:rsid w:val="00AA08D5"/>
    <w:rsid w:val="00AA0D8B"/>
    <w:rsid w:val="00AA2429"/>
    <w:rsid w:val="00AA2F91"/>
    <w:rsid w:val="00AA3169"/>
    <w:rsid w:val="00AA3950"/>
    <w:rsid w:val="00AA5284"/>
    <w:rsid w:val="00AA53AB"/>
    <w:rsid w:val="00AA5567"/>
    <w:rsid w:val="00AA55AD"/>
    <w:rsid w:val="00AB152E"/>
    <w:rsid w:val="00AB17F2"/>
    <w:rsid w:val="00AB213A"/>
    <w:rsid w:val="00AB27AB"/>
    <w:rsid w:val="00AB4A4F"/>
    <w:rsid w:val="00AB63B5"/>
    <w:rsid w:val="00AB641F"/>
    <w:rsid w:val="00AB7D55"/>
    <w:rsid w:val="00AC3673"/>
    <w:rsid w:val="00AC38D3"/>
    <w:rsid w:val="00AC3EA5"/>
    <w:rsid w:val="00AC4CFA"/>
    <w:rsid w:val="00AC5659"/>
    <w:rsid w:val="00AC6051"/>
    <w:rsid w:val="00AD1797"/>
    <w:rsid w:val="00AD1EEE"/>
    <w:rsid w:val="00AD20FD"/>
    <w:rsid w:val="00AD4127"/>
    <w:rsid w:val="00AD69BD"/>
    <w:rsid w:val="00AD6A8E"/>
    <w:rsid w:val="00AE0A68"/>
    <w:rsid w:val="00AE232C"/>
    <w:rsid w:val="00AE5AB7"/>
    <w:rsid w:val="00AE61A9"/>
    <w:rsid w:val="00AE656C"/>
    <w:rsid w:val="00AF2710"/>
    <w:rsid w:val="00AF2EEE"/>
    <w:rsid w:val="00AF5578"/>
    <w:rsid w:val="00AF7245"/>
    <w:rsid w:val="00AF7531"/>
    <w:rsid w:val="00B010C2"/>
    <w:rsid w:val="00B019F7"/>
    <w:rsid w:val="00B03690"/>
    <w:rsid w:val="00B03D1C"/>
    <w:rsid w:val="00B071CA"/>
    <w:rsid w:val="00B10EFE"/>
    <w:rsid w:val="00B147EE"/>
    <w:rsid w:val="00B148BE"/>
    <w:rsid w:val="00B15676"/>
    <w:rsid w:val="00B159E4"/>
    <w:rsid w:val="00B15B7D"/>
    <w:rsid w:val="00B167A4"/>
    <w:rsid w:val="00B205D1"/>
    <w:rsid w:val="00B225B7"/>
    <w:rsid w:val="00B2538E"/>
    <w:rsid w:val="00B2700C"/>
    <w:rsid w:val="00B27AB4"/>
    <w:rsid w:val="00B33178"/>
    <w:rsid w:val="00B33352"/>
    <w:rsid w:val="00B372B1"/>
    <w:rsid w:val="00B374EA"/>
    <w:rsid w:val="00B37DED"/>
    <w:rsid w:val="00B40B83"/>
    <w:rsid w:val="00B41605"/>
    <w:rsid w:val="00B435DE"/>
    <w:rsid w:val="00B43786"/>
    <w:rsid w:val="00B46BC4"/>
    <w:rsid w:val="00B47DF2"/>
    <w:rsid w:val="00B50A14"/>
    <w:rsid w:val="00B52E36"/>
    <w:rsid w:val="00B613C8"/>
    <w:rsid w:val="00B62268"/>
    <w:rsid w:val="00B658D2"/>
    <w:rsid w:val="00B660D5"/>
    <w:rsid w:val="00B666DA"/>
    <w:rsid w:val="00B67059"/>
    <w:rsid w:val="00B6717E"/>
    <w:rsid w:val="00B70437"/>
    <w:rsid w:val="00B706A0"/>
    <w:rsid w:val="00B711E1"/>
    <w:rsid w:val="00B720AD"/>
    <w:rsid w:val="00B723BD"/>
    <w:rsid w:val="00B76852"/>
    <w:rsid w:val="00B76FAF"/>
    <w:rsid w:val="00B7766B"/>
    <w:rsid w:val="00B77B05"/>
    <w:rsid w:val="00B80005"/>
    <w:rsid w:val="00B83559"/>
    <w:rsid w:val="00B84516"/>
    <w:rsid w:val="00B849A3"/>
    <w:rsid w:val="00B90000"/>
    <w:rsid w:val="00B91F4E"/>
    <w:rsid w:val="00B93412"/>
    <w:rsid w:val="00B95A63"/>
    <w:rsid w:val="00B96B1F"/>
    <w:rsid w:val="00BA1E60"/>
    <w:rsid w:val="00BA3854"/>
    <w:rsid w:val="00BA4BC6"/>
    <w:rsid w:val="00BA6E8E"/>
    <w:rsid w:val="00BB35E1"/>
    <w:rsid w:val="00BB4338"/>
    <w:rsid w:val="00BB5499"/>
    <w:rsid w:val="00BB64C6"/>
    <w:rsid w:val="00BB7116"/>
    <w:rsid w:val="00BC167A"/>
    <w:rsid w:val="00BC2407"/>
    <w:rsid w:val="00BC28C5"/>
    <w:rsid w:val="00BC2FB9"/>
    <w:rsid w:val="00BC4295"/>
    <w:rsid w:val="00BC4626"/>
    <w:rsid w:val="00BD14CF"/>
    <w:rsid w:val="00BD1804"/>
    <w:rsid w:val="00BD3ED8"/>
    <w:rsid w:val="00BD60FD"/>
    <w:rsid w:val="00BD655E"/>
    <w:rsid w:val="00BE0069"/>
    <w:rsid w:val="00BE2D98"/>
    <w:rsid w:val="00BE366B"/>
    <w:rsid w:val="00BE5589"/>
    <w:rsid w:val="00BE5EE2"/>
    <w:rsid w:val="00BE66A4"/>
    <w:rsid w:val="00BE6AF4"/>
    <w:rsid w:val="00BE79EA"/>
    <w:rsid w:val="00BF062B"/>
    <w:rsid w:val="00BF0DE6"/>
    <w:rsid w:val="00BF485A"/>
    <w:rsid w:val="00BF6621"/>
    <w:rsid w:val="00C036CA"/>
    <w:rsid w:val="00C04561"/>
    <w:rsid w:val="00C052F1"/>
    <w:rsid w:val="00C07DFA"/>
    <w:rsid w:val="00C106DF"/>
    <w:rsid w:val="00C123E5"/>
    <w:rsid w:val="00C12F92"/>
    <w:rsid w:val="00C1376D"/>
    <w:rsid w:val="00C13C86"/>
    <w:rsid w:val="00C142F4"/>
    <w:rsid w:val="00C14E7B"/>
    <w:rsid w:val="00C202B5"/>
    <w:rsid w:val="00C21245"/>
    <w:rsid w:val="00C21B15"/>
    <w:rsid w:val="00C250F3"/>
    <w:rsid w:val="00C253A7"/>
    <w:rsid w:val="00C2771C"/>
    <w:rsid w:val="00C30D62"/>
    <w:rsid w:val="00C312B0"/>
    <w:rsid w:val="00C33FD1"/>
    <w:rsid w:val="00C3488B"/>
    <w:rsid w:val="00C34C70"/>
    <w:rsid w:val="00C369AF"/>
    <w:rsid w:val="00C36CAA"/>
    <w:rsid w:val="00C40AED"/>
    <w:rsid w:val="00C42D61"/>
    <w:rsid w:val="00C44637"/>
    <w:rsid w:val="00C459EA"/>
    <w:rsid w:val="00C501F4"/>
    <w:rsid w:val="00C50691"/>
    <w:rsid w:val="00C50706"/>
    <w:rsid w:val="00C56187"/>
    <w:rsid w:val="00C56370"/>
    <w:rsid w:val="00C641DA"/>
    <w:rsid w:val="00C64250"/>
    <w:rsid w:val="00C65570"/>
    <w:rsid w:val="00C66C2F"/>
    <w:rsid w:val="00C67401"/>
    <w:rsid w:val="00C71990"/>
    <w:rsid w:val="00C725C7"/>
    <w:rsid w:val="00C72CDD"/>
    <w:rsid w:val="00C73E80"/>
    <w:rsid w:val="00C74265"/>
    <w:rsid w:val="00C7666F"/>
    <w:rsid w:val="00C76EBC"/>
    <w:rsid w:val="00C77044"/>
    <w:rsid w:val="00C7780F"/>
    <w:rsid w:val="00C81927"/>
    <w:rsid w:val="00C82318"/>
    <w:rsid w:val="00C8484E"/>
    <w:rsid w:val="00C905FE"/>
    <w:rsid w:val="00C94F05"/>
    <w:rsid w:val="00C95F7C"/>
    <w:rsid w:val="00C96F24"/>
    <w:rsid w:val="00C979EF"/>
    <w:rsid w:val="00CA24D0"/>
    <w:rsid w:val="00CA5B9C"/>
    <w:rsid w:val="00CA5D4C"/>
    <w:rsid w:val="00CA7D59"/>
    <w:rsid w:val="00CA7DB1"/>
    <w:rsid w:val="00CB01A9"/>
    <w:rsid w:val="00CB581A"/>
    <w:rsid w:val="00CB5F68"/>
    <w:rsid w:val="00CB68AB"/>
    <w:rsid w:val="00CC0487"/>
    <w:rsid w:val="00CC0D5A"/>
    <w:rsid w:val="00CC3B70"/>
    <w:rsid w:val="00CC43FE"/>
    <w:rsid w:val="00CD0DB1"/>
    <w:rsid w:val="00CD12D7"/>
    <w:rsid w:val="00CD3C6D"/>
    <w:rsid w:val="00CD3E2A"/>
    <w:rsid w:val="00CD4361"/>
    <w:rsid w:val="00CD6A77"/>
    <w:rsid w:val="00CD7CC8"/>
    <w:rsid w:val="00CE11A6"/>
    <w:rsid w:val="00CE2091"/>
    <w:rsid w:val="00CE3643"/>
    <w:rsid w:val="00CE49E2"/>
    <w:rsid w:val="00CE51FD"/>
    <w:rsid w:val="00CE6C83"/>
    <w:rsid w:val="00CE7DAC"/>
    <w:rsid w:val="00CF0B63"/>
    <w:rsid w:val="00CF3179"/>
    <w:rsid w:val="00CF3B85"/>
    <w:rsid w:val="00CF3D2C"/>
    <w:rsid w:val="00CF76BA"/>
    <w:rsid w:val="00D00EFD"/>
    <w:rsid w:val="00D012DB"/>
    <w:rsid w:val="00D019E7"/>
    <w:rsid w:val="00D01D21"/>
    <w:rsid w:val="00D01EDE"/>
    <w:rsid w:val="00D03A7B"/>
    <w:rsid w:val="00D05E1D"/>
    <w:rsid w:val="00D07B8C"/>
    <w:rsid w:val="00D10658"/>
    <w:rsid w:val="00D106AD"/>
    <w:rsid w:val="00D120B9"/>
    <w:rsid w:val="00D12DA9"/>
    <w:rsid w:val="00D13FDF"/>
    <w:rsid w:val="00D20230"/>
    <w:rsid w:val="00D2106C"/>
    <w:rsid w:val="00D21403"/>
    <w:rsid w:val="00D22403"/>
    <w:rsid w:val="00D23828"/>
    <w:rsid w:val="00D2553D"/>
    <w:rsid w:val="00D275D3"/>
    <w:rsid w:val="00D27D32"/>
    <w:rsid w:val="00D304EB"/>
    <w:rsid w:val="00D33938"/>
    <w:rsid w:val="00D40BBD"/>
    <w:rsid w:val="00D41655"/>
    <w:rsid w:val="00D42338"/>
    <w:rsid w:val="00D436B3"/>
    <w:rsid w:val="00D460E0"/>
    <w:rsid w:val="00D467FA"/>
    <w:rsid w:val="00D46DAA"/>
    <w:rsid w:val="00D478BD"/>
    <w:rsid w:val="00D5126E"/>
    <w:rsid w:val="00D52D90"/>
    <w:rsid w:val="00D53923"/>
    <w:rsid w:val="00D549CA"/>
    <w:rsid w:val="00D55ABB"/>
    <w:rsid w:val="00D569F4"/>
    <w:rsid w:val="00D57C77"/>
    <w:rsid w:val="00D66414"/>
    <w:rsid w:val="00D67D8E"/>
    <w:rsid w:val="00D708A2"/>
    <w:rsid w:val="00D72A0D"/>
    <w:rsid w:val="00D73F99"/>
    <w:rsid w:val="00D77ABB"/>
    <w:rsid w:val="00D83239"/>
    <w:rsid w:val="00D83E28"/>
    <w:rsid w:val="00D846ED"/>
    <w:rsid w:val="00D8589F"/>
    <w:rsid w:val="00D86B35"/>
    <w:rsid w:val="00D87839"/>
    <w:rsid w:val="00D918A6"/>
    <w:rsid w:val="00D933A9"/>
    <w:rsid w:val="00D936A2"/>
    <w:rsid w:val="00D96D88"/>
    <w:rsid w:val="00D97297"/>
    <w:rsid w:val="00DA1C36"/>
    <w:rsid w:val="00DA3408"/>
    <w:rsid w:val="00DA3EB9"/>
    <w:rsid w:val="00DA41E2"/>
    <w:rsid w:val="00DA72BC"/>
    <w:rsid w:val="00DA757C"/>
    <w:rsid w:val="00DB3B1C"/>
    <w:rsid w:val="00DC0CB3"/>
    <w:rsid w:val="00DC538C"/>
    <w:rsid w:val="00DD0890"/>
    <w:rsid w:val="00DD245F"/>
    <w:rsid w:val="00DD2CF2"/>
    <w:rsid w:val="00DD7884"/>
    <w:rsid w:val="00DD7B92"/>
    <w:rsid w:val="00DE29B1"/>
    <w:rsid w:val="00DE3766"/>
    <w:rsid w:val="00DE42B3"/>
    <w:rsid w:val="00DE4F93"/>
    <w:rsid w:val="00DF0D9B"/>
    <w:rsid w:val="00E0083F"/>
    <w:rsid w:val="00E00961"/>
    <w:rsid w:val="00E01C8D"/>
    <w:rsid w:val="00E034C2"/>
    <w:rsid w:val="00E03C22"/>
    <w:rsid w:val="00E04CED"/>
    <w:rsid w:val="00E051A5"/>
    <w:rsid w:val="00E058A5"/>
    <w:rsid w:val="00E076D7"/>
    <w:rsid w:val="00E10304"/>
    <w:rsid w:val="00E1056A"/>
    <w:rsid w:val="00E12675"/>
    <w:rsid w:val="00E14CA5"/>
    <w:rsid w:val="00E15119"/>
    <w:rsid w:val="00E1587C"/>
    <w:rsid w:val="00E16038"/>
    <w:rsid w:val="00E17781"/>
    <w:rsid w:val="00E2072B"/>
    <w:rsid w:val="00E221EF"/>
    <w:rsid w:val="00E2356A"/>
    <w:rsid w:val="00E24D03"/>
    <w:rsid w:val="00E24F70"/>
    <w:rsid w:val="00E24FCF"/>
    <w:rsid w:val="00E27112"/>
    <w:rsid w:val="00E344C2"/>
    <w:rsid w:val="00E37698"/>
    <w:rsid w:val="00E37826"/>
    <w:rsid w:val="00E37A3E"/>
    <w:rsid w:val="00E41791"/>
    <w:rsid w:val="00E42C90"/>
    <w:rsid w:val="00E42E1D"/>
    <w:rsid w:val="00E43465"/>
    <w:rsid w:val="00E44C4D"/>
    <w:rsid w:val="00E46367"/>
    <w:rsid w:val="00E464D4"/>
    <w:rsid w:val="00E50387"/>
    <w:rsid w:val="00E51543"/>
    <w:rsid w:val="00E522F4"/>
    <w:rsid w:val="00E52965"/>
    <w:rsid w:val="00E5498A"/>
    <w:rsid w:val="00E56CBC"/>
    <w:rsid w:val="00E60BA3"/>
    <w:rsid w:val="00E64422"/>
    <w:rsid w:val="00E67282"/>
    <w:rsid w:val="00E700FF"/>
    <w:rsid w:val="00E72AAD"/>
    <w:rsid w:val="00E7680B"/>
    <w:rsid w:val="00E8098E"/>
    <w:rsid w:val="00E84396"/>
    <w:rsid w:val="00E844A1"/>
    <w:rsid w:val="00E865F4"/>
    <w:rsid w:val="00E86FF2"/>
    <w:rsid w:val="00E8722E"/>
    <w:rsid w:val="00E87F3D"/>
    <w:rsid w:val="00E903BC"/>
    <w:rsid w:val="00E91176"/>
    <w:rsid w:val="00E916D8"/>
    <w:rsid w:val="00E916EB"/>
    <w:rsid w:val="00E92DD6"/>
    <w:rsid w:val="00E933D5"/>
    <w:rsid w:val="00E94352"/>
    <w:rsid w:val="00E94A66"/>
    <w:rsid w:val="00E9588C"/>
    <w:rsid w:val="00EA021F"/>
    <w:rsid w:val="00EA04FB"/>
    <w:rsid w:val="00EA123D"/>
    <w:rsid w:val="00EA4B22"/>
    <w:rsid w:val="00EA5642"/>
    <w:rsid w:val="00EA5B66"/>
    <w:rsid w:val="00EB01C8"/>
    <w:rsid w:val="00EB13BB"/>
    <w:rsid w:val="00EB417B"/>
    <w:rsid w:val="00EB4339"/>
    <w:rsid w:val="00EB47F7"/>
    <w:rsid w:val="00EB4CF4"/>
    <w:rsid w:val="00EB4FED"/>
    <w:rsid w:val="00EB5571"/>
    <w:rsid w:val="00EB6272"/>
    <w:rsid w:val="00EC0C8D"/>
    <w:rsid w:val="00EC0D8A"/>
    <w:rsid w:val="00EC18B7"/>
    <w:rsid w:val="00EC391E"/>
    <w:rsid w:val="00EC6C57"/>
    <w:rsid w:val="00EC76FF"/>
    <w:rsid w:val="00ED0404"/>
    <w:rsid w:val="00ED0AC4"/>
    <w:rsid w:val="00ED1467"/>
    <w:rsid w:val="00ED4054"/>
    <w:rsid w:val="00ED63F7"/>
    <w:rsid w:val="00ED6C42"/>
    <w:rsid w:val="00ED6C60"/>
    <w:rsid w:val="00ED749A"/>
    <w:rsid w:val="00EE3E31"/>
    <w:rsid w:val="00EE4F93"/>
    <w:rsid w:val="00EE65E5"/>
    <w:rsid w:val="00EF012B"/>
    <w:rsid w:val="00EF1E78"/>
    <w:rsid w:val="00EF22EA"/>
    <w:rsid w:val="00EF5901"/>
    <w:rsid w:val="00EF5CEA"/>
    <w:rsid w:val="00EF603B"/>
    <w:rsid w:val="00EF63B2"/>
    <w:rsid w:val="00F027A7"/>
    <w:rsid w:val="00F03398"/>
    <w:rsid w:val="00F0427B"/>
    <w:rsid w:val="00F0495F"/>
    <w:rsid w:val="00F04FA4"/>
    <w:rsid w:val="00F058FB"/>
    <w:rsid w:val="00F069F1"/>
    <w:rsid w:val="00F06B59"/>
    <w:rsid w:val="00F06D7C"/>
    <w:rsid w:val="00F07061"/>
    <w:rsid w:val="00F07070"/>
    <w:rsid w:val="00F07DAF"/>
    <w:rsid w:val="00F12D81"/>
    <w:rsid w:val="00F13602"/>
    <w:rsid w:val="00F14E3D"/>
    <w:rsid w:val="00F15524"/>
    <w:rsid w:val="00F1614B"/>
    <w:rsid w:val="00F163E6"/>
    <w:rsid w:val="00F169FA"/>
    <w:rsid w:val="00F20A97"/>
    <w:rsid w:val="00F227CD"/>
    <w:rsid w:val="00F30071"/>
    <w:rsid w:val="00F335A0"/>
    <w:rsid w:val="00F340EB"/>
    <w:rsid w:val="00F348A2"/>
    <w:rsid w:val="00F348E2"/>
    <w:rsid w:val="00F355C2"/>
    <w:rsid w:val="00F404EE"/>
    <w:rsid w:val="00F40E7C"/>
    <w:rsid w:val="00F41E4A"/>
    <w:rsid w:val="00F42C78"/>
    <w:rsid w:val="00F47205"/>
    <w:rsid w:val="00F473B1"/>
    <w:rsid w:val="00F47AC8"/>
    <w:rsid w:val="00F6204E"/>
    <w:rsid w:val="00F62C31"/>
    <w:rsid w:val="00F63D3B"/>
    <w:rsid w:val="00F64CE0"/>
    <w:rsid w:val="00F65993"/>
    <w:rsid w:val="00F714F2"/>
    <w:rsid w:val="00F7336F"/>
    <w:rsid w:val="00F73931"/>
    <w:rsid w:val="00F73ADA"/>
    <w:rsid w:val="00F7432D"/>
    <w:rsid w:val="00F81231"/>
    <w:rsid w:val="00F81373"/>
    <w:rsid w:val="00F81C3B"/>
    <w:rsid w:val="00F81F14"/>
    <w:rsid w:val="00F82137"/>
    <w:rsid w:val="00F83397"/>
    <w:rsid w:val="00F86787"/>
    <w:rsid w:val="00F86DBC"/>
    <w:rsid w:val="00F86F70"/>
    <w:rsid w:val="00F87CA1"/>
    <w:rsid w:val="00F90B49"/>
    <w:rsid w:val="00F914A0"/>
    <w:rsid w:val="00F92BA2"/>
    <w:rsid w:val="00F967A5"/>
    <w:rsid w:val="00F97B41"/>
    <w:rsid w:val="00FA6E73"/>
    <w:rsid w:val="00FB039E"/>
    <w:rsid w:val="00FB173C"/>
    <w:rsid w:val="00FB17B1"/>
    <w:rsid w:val="00FB20CB"/>
    <w:rsid w:val="00FB3017"/>
    <w:rsid w:val="00FB37E0"/>
    <w:rsid w:val="00FB4E3C"/>
    <w:rsid w:val="00FB51D2"/>
    <w:rsid w:val="00FB7E9F"/>
    <w:rsid w:val="00FC4914"/>
    <w:rsid w:val="00FC59AB"/>
    <w:rsid w:val="00FC5BDE"/>
    <w:rsid w:val="00FC5C0D"/>
    <w:rsid w:val="00FC6046"/>
    <w:rsid w:val="00FC7375"/>
    <w:rsid w:val="00FD08DD"/>
    <w:rsid w:val="00FD5001"/>
    <w:rsid w:val="00FD586D"/>
    <w:rsid w:val="00FD6C75"/>
    <w:rsid w:val="00FD6D80"/>
    <w:rsid w:val="00FD6F0B"/>
    <w:rsid w:val="00FD7113"/>
    <w:rsid w:val="00FE364E"/>
    <w:rsid w:val="00FE426C"/>
    <w:rsid w:val="00FE4EAB"/>
    <w:rsid w:val="00FE56A1"/>
    <w:rsid w:val="00FF4A60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9D6E97"/>
  <w15:docId w15:val="{37585A2F-964B-4932-A851-03F66946B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iPriority="0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6B17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9"/>
    <w:qFormat/>
    <w:rsid w:val="009F22D4"/>
    <w:pPr>
      <w:pBdr>
        <w:bottom w:val="single" w:sz="4" w:space="0" w:color="574C50"/>
      </w:pBdr>
      <w:suppressAutoHyphens w:val="0"/>
      <w:spacing w:before="100" w:beforeAutospacing="1" w:after="100" w:afterAutospacing="1"/>
      <w:outlineLvl w:val="1"/>
    </w:pPr>
    <w:rPr>
      <w:b/>
      <w:bCs/>
      <w:color w:val="000000"/>
      <w:lang w:eastAsia="it-IT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442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9F22D4"/>
    <w:rPr>
      <w:rFonts w:cs="Times New Roman"/>
      <w:b/>
      <w:bCs/>
      <w:color w:val="000000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44274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D6B17"/>
  </w:style>
  <w:style w:type="character" w:customStyle="1" w:styleId="WW-Absatz-Standardschriftart">
    <w:name w:val="WW-Absatz-Standardschriftart"/>
    <w:uiPriority w:val="99"/>
    <w:rsid w:val="000D6B17"/>
  </w:style>
  <w:style w:type="character" w:customStyle="1" w:styleId="WW-Absatz-Standardschriftart1">
    <w:name w:val="WW-Absatz-Standardschriftart1"/>
    <w:uiPriority w:val="99"/>
    <w:rsid w:val="000D6B17"/>
  </w:style>
  <w:style w:type="character" w:customStyle="1" w:styleId="WW-Absatz-Standardschriftart11">
    <w:name w:val="WW-Absatz-Standardschriftart11"/>
    <w:uiPriority w:val="99"/>
    <w:rsid w:val="000D6B17"/>
  </w:style>
  <w:style w:type="character" w:customStyle="1" w:styleId="WW-Absatz-Standardschriftart111">
    <w:name w:val="WW-Absatz-Standardschriftart111"/>
    <w:uiPriority w:val="99"/>
    <w:rsid w:val="000D6B17"/>
  </w:style>
  <w:style w:type="character" w:customStyle="1" w:styleId="WW-Absatz-Standardschriftart1111">
    <w:name w:val="WW-Absatz-Standardschriftart1111"/>
    <w:uiPriority w:val="99"/>
    <w:rsid w:val="000D6B17"/>
  </w:style>
  <w:style w:type="character" w:customStyle="1" w:styleId="WW-Absatz-Standardschriftart11111">
    <w:name w:val="WW-Absatz-Standardschriftart11111"/>
    <w:uiPriority w:val="99"/>
    <w:rsid w:val="000D6B17"/>
  </w:style>
  <w:style w:type="character" w:customStyle="1" w:styleId="WW-Absatz-Standardschriftart111111">
    <w:name w:val="WW-Absatz-Standardschriftart111111"/>
    <w:uiPriority w:val="99"/>
    <w:rsid w:val="000D6B17"/>
  </w:style>
  <w:style w:type="character" w:customStyle="1" w:styleId="WW-Absatz-Standardschriftart1111111">
    <w:name w:val="WW-Absatz-Standardschriftart1111111"/>
    <w:uiPriority w:val="99"/>
    <w:rsid w:val="000D6B17"/>
  </w:style>
  <w:style w:type="character" w:customStyle="1" w:styleId="WW-Absatz-Standardschriftart11111111">
    <w:name w:val="WW-Absatz-Standardschriftart11111111"/>
    <w:uiPriority w:val="99"/>
    <w:rsid w:val="000D6B17"/>
  </w:style>
  <w:style w:type="character" w:customStyle="1" w:styleId="WW-Absatz-Standardschriftart111111111">
    <w:name w:val="WW-Absatz-Standardschriftart111111111"/>
    <w:uiPriority w:val="99"/>
    <w:rsid w:val="000D6B17"/>
  </w:style>
  <w:style w:type="character" w:customStyle="1" w:styleId="WW8Num1z0">
    <w:name w:val="WW8Num1z0"/>
    <w:uiPriority w:val="99"/>
    <w:rsid w:val="000D6B17"/>
  </w:style>
  <w:style w:type="character" w:customStyle="1" w:styleId="WW8Num1z1">
    <w:name w:val="WW8Num1z1"/>
    <w:uiPriority w:val="99"/>
    <w:rsid w:val="000D6B17"/>
    <w:rPr>
      <w:rFonts w:ascii="Courier New" w:hAnsi="Courier New"/>
    </w:rPr>
  </w:style>
  <w:style w:type="character" w:customStyle="1" w:styleId="WW8Num1z2">
    <w:name w:val="WW8Num1z2"/>
    <w:uiPriority w:val="99"/>
    <w:rsid w:val="000D6B17"/>
    <w:rPr>
      <w:rFonts w:ascii="Wingdings" w:hAnsi="Wingdings"/>
    </w:rPr>
  </w:style>
  <w:style w:type="character" w:customStyle="1" w:styleId="WW8Num1z3">
    <w:name w:val="WW8Num1z3"/>
    <w:uiPriority w:val="99"/>
    <w:rsid w:val="000D6B17"/>
    <w:rPr>
      <w:rFonts w:ascii="Symbol" w:hAnsi="Symbol"/>
    </w:rPr>
  </w:style>
  <w:style w:type="character" w:customStyle="1" w:styleId="Caratterepredefinitoparagrafo1">
    <w:name w:val="Carattere predefinito paragrafo1"/>
    <w:uiPriority w:val="99"/>
    <w:rsid w:val="000D6B17"/>
  </w:style>
  <w:style w:type="character" w:styleId="Numeropagina">
    <w:name w:val="page number"/>
    <w:basedOn w:val="Caratterepredefinitoparagrafo1"/>
    <w:uiPriority w:val="99"/>
    <w:rsid w:val="000D6B17"/>
    <w:rPr>
      <w:rFonts w:cs="Times New Roman"/>
    </w:rPr>
  </w:style>
  <w:style w:type="paragraph" w:customStyle="1" w:styleId="Intestazione1">
    <w:name w:val="Intestazione1"/>
    <w:basedOn w:val="Normale"/>
    <w:next w:val="Corpotesto"/>
    <w:uiPriority w:val="99"/>
    <w:rsid w:val="000D6B1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D6B1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0D6B17"/>
    <w:rPr>
      <w:rFonts w:cs="Tahoma"/>
    </w:rPr>
  </w:style>
  <w:style w:type="paragraph" w:customStyle="1" w:styleId="Didascalia1">
    <w:name w:val="Didascalia1"/>
    <w:basedOn w:val="Normale"/>
    <w:uiPriority w:val="99"/>
    <w:rsid w:val="000D6B17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0D6B17"/>
    <w:pPr>
      <w:suppressLineNumbers/>
    </w:pPr>
    <w:rPr>
      <w:rFonts w:cs="Tahoma"/>
    </w:rPr>
  </w:style>
  <w:style w:type="paragraph" w:styleId="Intestazione">
    <w:name w:val="header"/>
    <w:basedOn w:val="Normale"/>
    <w:link w:val="Intestazione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0D6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D69BD"/>
    <w:rPr>
      <w:rFonts w:cs="Times New Roman"/>
      <w:sz w:val="24"/>
      <w:szCs w:val="24"/>
      <w:lang w:eastAsia="ar-SA" w:bidi="ar-SA"/>
    </w:rPr>
  </w:style>
  <w:style w:type="paragraph" w:customStyle="1" w:styleId="Contenutocornice">
    <w:name w:val="Contenuto cornice"/>
    <w:basedOn w:val="Corpotesto"/>
    <w:uiPriority w:val="99"/>
    <w:rsid w:val="000D6B17"/>
  </w:style>
  <w:style w:type="paragraph" w:styleId="NormaleWeb">
    <w:name w:val="Normal (Web)"/>
    <w:basedOn w:val="Normale"/>
    <w:uiPriority w:val="99"/>
    <w:rsid w:val="00150ABA"/>
    <w:pPr>
      <w:suppressAutoHyphens w:val="0"/>
      <w:spacing w:before="100" w:beforeAutospacing="1" w:after="100" w:afterAutospacing="1"/>
    </w:pPr>
    <w:rPr>
      <w:lang w:eastAsia="it-IT"/>
    </w:rPr>
  </w:style>
  <w:style w:type="table" w:styleId="Grigliatabella">
    <w:name w:val="Table Grid"/>
    <w:basedOn w:val="Tabellanormale"/>
    <w:uiPriority w:val="99"/>
    <w:rsid w:val="001800A0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01360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D69BD"/>
    <w:rPr>
      <w:rFonts w:cs="Times New Roman"/>
      <w:sz w:val="2"/>
      <w:lang w:eastAsia="ar-SA" w:bidi="ar-SA"/>
    </w:rPr>
  </w:style>
  <w:style w:type="character" w:customStyle="1" w:styleId="titoloparagrafo">
    <w:name w:val="titoloparagrafo"/>
    <w:basedOn w:val="Carpredefinitoparagrafo"/>
    <w:uiPriority w:val="99"/>
    <w:rsid w:val="00E37698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37698"/>
    <w:rPr>
      <w:rFonts w:cs="Times New Roman"/>
      <w:color w:val="0000FF"/>
      <w:u w:val="single"/>
    </w:rPr>
  </w:style>
  <w:style w:type="paragraph" w:styleId="Testonormale">
    <w:name w:val="Plain Text"/>
    <w:basedOn w:val="Normale"/>
    <w:link w:val="TestonormaleCarattere"/>
    <w:uiPriority w:val="99"/>
    <w:rsid w:val="00B159E4"/>
    <w:pPr>
      <w:suppressAutoHyphens w:val="0"/>
    </w:pPr>
    <w:rPr>
      <w:rFonts w:ascii="Consolas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B159E4"/>
    <w:rPr>
      <w:rFonts w:ascii="Consolas" w:hAnsi="Consolas" w:cs="Times New Roman"/>
      <w:sz w:val="21"/>
      <w:szCs w:val="21"/>
      <w:lang w:eastAsia="en-US"/>
    </w:rPr>
  </w:style>
  <w:style w:type="character" w:customStyle="1" w:styleId="z-TopofFormChar">
    <w:name w:val="z-Top of Form Char"/>
    <w:uiPriority w:val="99"/>
    <w:locked/>
    <w:rsid w:val="009F22D4"/>
    <w:rPr>
      <w:rFonts w:ascii="Arial" w:hAnsi="Arial"/>
      <w:vanish/>
      <w:sz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rsid w:val="009F22D4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character" w:customStyle="1" w:styleId="z-BottomofFormChar">
    <w:name w:val="z-Bottom of Form Char"/>
    <w:uiPriority w:val="99"/>
    <w:locked/>
    <w:rsid w:val="009F22D4"/>
    <w:rPr>
      <w:rFonts w:ascii="Arial" w:hAnsi="Arial"/>
      <w:vanish/>
      <w:sz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rsid w:val="009F22D4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locked/>
    <w:rsid w:val="00AD69BD"/>
    <w:rPr>
      <w:rFonts w:ascii="Arial" w:hAnsi="Arial" w:cs="Arial"/>
      <w:vanish/>
      <w:sz w:val="16"/>
      <w:szCs w:val="16"/>
      <w:lang w:eastAsia="ar-SA" w:bidi="ar-SA"/>
    </w:rPr>
  </w:style>
  <w:style w:type="paragraph" w:styleId="Paragrafoelenco">
    <w:name w:val="List Paragraph"/>
    <w:basedOn w:val="Normale"/>
    <w:uiPriority w:val="99"/>
    <w:qFormat/>
    <w:rsid w:val="000A17BF"/>
    <w:pPr>
      <w:ind w:left="708"/>
    </w:pPr>
  </w:style>
  <w:style w:type="character" w:styleId="Rimandocommento">
    <w:name w:val="annotation reference"/>
    <w:basedOn w:val="Carpredefinitoparagrafo"/>
    <w:uiPriority w:val="99"/>
    <w:rsid w:val="00CB68AB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CB68A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CB68AB"/>
    <w:rPr>
      <w:rFonts w:cs="Times New Roman"/>
      <w:lang w:eastAsia="ar-SA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CB68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CB68AB"/>
    <w:rPr>
      <w:rFonts w:cs="Times New Roman"/>
      <w:b/>
      <w:bCs/>
      <w:lang w:eastAsia="ar-SA" w:bidi="ar-SA"/>
    </w:rPr>
  </w:style>
  <w:style w:type="paragraph" w:customStyle="1" w:styleId="Default">
    <w:name w:val="Default"/>
    <w:rsid w:val="00687C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aseTitolo">
    <w:name w:val="Base Titolo"/>
    <w:basedOn w:val="Normale"/>
    <w:next w:val="Corpotesto"/>
    <w:rsid w:val="007C1D87"/>
    <w:pPr>
      <w:keepNext/>
      <w:keepLines/>
      <w:suppressAutoHyphens w:val="0"/>
      <w:spacing w:before="140" w:line="220" w:lineRule="atLeast"/>
    </w:pPr>
    <w:rPr>
      <w:rFonts w:ascii="Arial" w:hAnsi="Arial"/>
      <w:spacing w:val="-4"/>
      <w:kern w:val="28"/>
      <w:sz w:val="22"/>
      <w:szCs w:val="20"/>
      <w:lang w:eastAsia="en-US"/>
    </w:rPr>
  </w:style>
  <w:style w:type="paragraph" w:styleId="Titoloindicefonti">
    <w:name w:val="toa heading"/>
    <w:basedOn w:val="Normale"/>
    <w:next w:val="Indicefonti"/>
    <w:semiHidden/>
    <w:locked/>
    <w:rsid w:val="007C1D87"/>
    <w:pPr>
      <w:keepNext/>
      <w:suppressAutoHyphens w:val="0"/>
      <w:spacing w:before="240" w:after="120" w:line="360" w:lineRule="exact"/>
    </w:pPr>
    <w:rPr>
      <w:rFonts w:ascii="Arial" w:hAnsi="Arial"/>
      <w:b/>
      <w:kern w:val="28"/>
      <w:sz w:val="28"/>
      <w:szCs w:val="20"/>
      <w:lang w:eastAsia="en-US"/>
    </w:rPr>
  </w:style>
  <w:style w:type="paragraph" w:styleId="Indirizzomittente">
    <w:name w:val="envelope return"/>
    <w:basedOn w:val="Normale"/>
    <w:locked/>
    <w:rsid w:val="007C1D87"/>
    <w:pPr>
      <w:suppressAutoHyphens w:val="0"/>
    </w:pPr>
    <w:rPr>
      <w:rFonts w:ascii="Arial" w:hAnsi="Arial"/>
      <w:sz w:val="20"/>
      <w:szCs w:val="20"/>
      <w:lang w:eastAsia="en-US"/>
    </w:rPr>
  </w:style>
  <w:style w:type="paragraph" w:styleId="Indicefonti">
    <w:name w:val="table of authorities"/>
    <w:basedOn w:val="Normale"/>
    <w:next w:val="Normale"/>
    <w:uiPriority w:val="99"/>
    <w:semiHidden/>
    <w:unhideWhenUsed/>
    <w:locked/>
    <w:rsid w:val="007C1D87"/>
    <w:pPr>
      <w:ind w:left="24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9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9895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26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198950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0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07134">
          <w:marLeft w:val="0"/>
          <w:marRight w:val="0"/>
          <w:marTop w:val="0"/>
          <w:marBottom w:val="0"/>
          <w:divBdr>
            <w:top w:val="single" w:sz="2" w:space="0" w:color="FFFFFF"/>
            <w:left w:val="single" w:sz="2" w:space="0" w:color="FFFFFF"/>
            <w:bottom w:val="single" w:sz="2" w:space="0" w:color="FFFFFF"/>
            <w:right w:val="single" w:sz="2" w:space="0" w:color="FFFFFF"/>
          </w:divBdr>
        </w:div>
      </w:divsChild>
    </w:div>
    <w:div w:id="21033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c.siamministrativi@aressardegna.it" TargetMode="External"/><Relationship Id="rId2" Type="http://schemas.openxmlformats.org/officeDocument/2006/relationships/hyperlink" Target="mailto:sc.siamministrativi@aressardegna.it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14051\Dati%20applicazioni\Microsoft\Modelli\SI%20Carta%20Intestat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 Carta Intestata .dot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</vt:lpstr>
    </vt:vector>
  </TitlesOfParts>
  <Company>ASL1SS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</dc:title>
  <dc:subject/>
  <dc:creator>Fabrizio Marras</dc:creator>
  <cp:keywords/>
  <dc:description/>
  <cp:lastModifiedBy>Utente</cp:lastModifiedBy>
  <cp:revision>5</cp:revision>
  <cp:lastPrinted>2022-11-21T12:17:00Z</cp:lastPrinted>
  <dcterms:created xsi:type="dcterms:W3CDTF">2024-09-24T15:18:00Z</dcterms:created>
  <dcterms:modified xsi:type="dcterms:W3CDTF">2024-09-25T14:35:00Z</dcterms:modified>
</cp:coreProperties>
</file>